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506" w:rsidRDefault="00B05999" w:rsidP="00835644">
      <w:pPr>
        <w:spacing w:afterLines="60" w:line="240" w:lineRule="auto"/>
        <w:jc w:val="center"/>
        <w:rPr>
          <w:rFonts w:ascii="Eras Bold ITC" w:hAnsi="Eras Bold ITC" w:cs="Calibri"/>
          <w:b/>
          <w:position w:val="1"/>
          <w:sz w:val="36"/>
          <w:szCs w:val="36"/>
        </w:rPr>
      </w:pPr>
      <w:r>
        <w:rPr>
          <w:rFonts w:ascii="Eras Bold ITC" w:hAnsi="Eras Bold ITC" w:cs="Calibri"/>
          <w:b/>
          <w:noProof/>
          <w:position w:val="1"/>
          <w:sz w:val="36"/>
          <w:szCs w:val="36"/>
        </w:rPr>
        <w:drawing>
          <wp:inline distT="0" distB="0" distL="0" distR="0">
            <wp:extent cx="3569970" cy="870585"/>
            <wp:effectExtent l="0" t="0" r="0" b="0"/>
            <wp:docPr id="1" name="Picture 1" descr="jellysms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ellysms-logo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870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F70" w:rsidRPr="00530F70" w:rsidRDefault="00EA1343" w:rsidP="00835644">
      <w:pPr>
        <w:tabs>
          <w:tab w:val="left" w:pos="375"/>
        </w:tabs>
        <w:spacing w:afterLines="60" w:line="240" w:lineRule="auto"/>
        <w:jc w:val="center"/>
        <w:rPr>
          <w:rFonts w:cs="Calibri"/>
          <w:b/>
          <w:position w:val="1"/>
          <w:sz w:val="24"/>
          <w:szCs w:val="24"/>
        </w:rPr>
      </w:pPr>
      <w:r w:rsidRPr="00EA1343">
        <w:rPr>
          <w:rFonts w:cs="Calibri"/>
          <w:b/>
          <w:position w:val="1"/>
          <w:sz w:val="24"/>
          <w:szCs w:val="24"/>
        </w:rPr>
        <w:t xml:space="preserve">Website Designing | Software Development |Android &amp; IOS Apps | </w:t>
      </w:r>
      <w:r w:rsidR="007E15CA" w:rsidRPr="00EA1343">
        <w:rPr>
          <w:rFonts w:cs="Calibri"/>
          <w:b/>
          <w:position w:val="1"/>
          <w:sz w:val="24"/>
          <w:szCs w:val="24"/>
        </w:rPr>
        <w:t>Digital Marketing</w:t>
      </w:r>
      <w:r w:rsidR="00862506" w:rsidRPr="00EA1343">
        <w:rPr>
          <w:rFonts w:cs="Calibri"/>
          <w:b/>
          <w:position w:val="1"/>
          <w:sz w:val="24"/>
          <w:szCs w:val="24"/>
        </w:rPr>
        <w:t xml:space="preserve"> | </w:t>
      </w:r>
      <w:r w:rsidRPr="00EA1343">
        <w:rPr>
          <w:rFonts w:cs="Calibri"/>
          <w:b/>
          <w:position w:val="1"/>
          <w:sz w:val="24"/>
          <w:szCs w:val="24"/>
        </w:rPr>
        <w:t>Graphic Designing</w:t>
      </w:r>
    </w:p>
    <w:p w:rsidR="00530F70" w:rsidRDefault="00064023" w:rsidP="00835644">
      <w:pPr>
        <w:tabs>
          <w:tab w:val="left" w:pos="375"/>
        </w:tabs>
        <w:spacing w:afterLines="60" w:line="240" w:lineRule="auto"/>
        <w:rPr>
          <w:rFonts w:cs="Calibri"/>
          <w:b/>
          <w:position w:val="1"/>
        </w:rPr>
      </w:pPr>
      <w:r w:rsidRPr="00064023">
        <w:rPr>
          <w:rFonts w:cs="Calibri"/>
          <w:b/>
          <w:position w:val="1"/>
          <w:sz w:val="24"/>
          <w:szCs w:val="24"/>
          <w:u w:val="single"/>
        </w:rPr>
        <w:t>Prepared For :</w:t>
      </w:r>
      <w:r>
        <w:rPr>
          <w:rFonts w:cs="Calibri"/>
          <w:b/>
          <w:position w:val="1"/>
        </w:rPr>
        <w:t xml:space="preserve">                                                                                                                     </w:t>
      </w:r>
      <w:r w:rsidRPr="00064023">
        <w:rPr>
          <w:rFonts w:cs="Calibri"/>
          <w:b/>
          <w:position w:val="1"/>
          <w:sz w:val="24"/>
          <w:szCs w:val="24"/>
          <w:u w:val="single"/>
        </w:rPr>
        <w:t>Quotation Ref No</w:t>
      </w:r>
      <w:r w:rsidRPr="00064023">
        <w:rPr>
          <w:rFonts w:cs="Calibri"/>
          <w:b/>
          <w:position w:val="1"/>
          <w:u w:val="single"/>
        </w:rPr>
        <w:t xml:space="preserve"> :</w:t>
      </w:r>
      <w:r w:rsidR="001C4DA3">
        <w:rPr>
          <w:rFonts w:cs="Calibri"/>
          <w:b/>
          <w:position w:val="1"/>
        </w:rPr>
        <w:t>QN/1021</w:t>
      </w:r>
      <w:r w:rsidR="00B05999">
        <w:rPr>
          <w:rFonts w:cs="Calibri"/>
          <w:b/>
          <w:position w:val="1"/>
        </w:rPr>
        <w:t>/003</w:t>
      </w:r>
      <w:r>
        <w:rPr>
          <w:rFonts w:cs="Calibri"/>
          <w:b/>
          <w:position w:val="1"/>
        </w:rPr>
        <w:t xml:space="preserve"> </w:t>
      </w:r>
    </w:p>
    <w:p w:rsidR="00064023" w:rsidRDefault="00064023" w:rsidP="00835644">
      <w:pPr>
        <w:tabs>
          <w:tab w:val="left" w:pos="375"/>
        </w:tabs>
        <w:spacing w:afterLines="60" w:line="240" w:lineRule="auto"/>
        <w:rPr>
          <w:rFonts w:cs="Calibri"/>
          <w:b/>
          <w:position w:val="1"/>
        </w:rPr>
      </w:pPr>
      <w:r>
        <w:rPr>
          <w:rFonts w:cs="Calibri"/>
          <w:b/>
          <w:position w:val="1"/>
        </w:rPr>
        <w:t xml:space="preserve">      </w:t>
      </w:r>
      <w:r w:rsidR="001C4DA3">
        <w:rPr>
          <w:rFonts w:cs="Calibri"/>
          <w:b/>
          <w:position w:val="1"/>
        </w:rPr>
        <w:t xml:space="preserve">                     </w:t>
      </w:r>
      <w:r w:rsidR="00B05999">
        <w:rPr>
          <w:rFonts w:cs="Calibri"/>
          <w:b/>
          <w:position w:val="1"/>
        </w:rPr>
        <w:t>Theni Packers and Movers</w:t>
      </w:r>
      <w:r w:rsidR="001C4DA3">
        <w:rPr>
          <w:rFonts w:cs="Calibri"/>
          <w:b/>
          <w:position w:val="1"/>
        </w:rPr>
        <w:t>,</w:t>
      </w:r>
      <w:r>
        <w:rPr>
          <w:rFonts w:cs="Calibri"/>
          <w:b/>
          <w:position w:val="1"/>
        </w:rPr>
        <w:t xml:space="preserve">                                                                     </w:t>
      </w:r>
      <w:r w:rsidRPr="00064023">
        <w:rPr>
          <w:rFonts w:cs="Calibri"/>
          <w:b/>
          <w:position w:val="1"/>
          <w:sz w:val="24"/>
          <w:szCs w:val="24"/>
          <w:u w:val="single"/>
        </w:rPr>
        <w:t>Date :</w:t>
      </w:r>
      <w:r w:rsidR="00B05999">
        <w:rPr>
          <w:rFonts w:cs="Calibri"/>
          <w:b/>
          <w:position w:val="1"/>
        </w:rPr>
        <w:t xml:space="preserve"> 14</w:t>
      </w:r>
      <w:r w:rsidR="001C4DA3">
        <w:rPr>
          <w:rFonts w:cs="Calibri"/>
          <w:b/>
          <w:position w:val="1"/>
        </w:rPr>
        <w:t>/10</w:t>
      </w:r>
      <w:r w:rsidR="00A148A6">
        <w:rPr>
          <w:rFonts w:cs="Calibri"/>
          <w:b/>
          <w:position w:val="1"/>
        </w:rPr>
        <w:t>/2021</w:t>
      </w:r>
    </w:p>
    <w:p w:rsidR="001C4DA3" w:rsidRDefault="00064023" w:rsidP="00835644">
      <w:pPr>
        <w:tabs>
          <w:tab w:val="left" w:pos="375"/>
        </w:tabs>
        <w:spacing w:afterLines="60" w:line="240" w:lineRule="auto"/>
        <w:rPr>
          <w:rFonts w:cs="Calibri"/>
          <w:b/>
          <w:position w:val="1"/>
        </w:rPr>
      </w:pPr>
      <w:r>
        <w:rPr>
          <w:rFonts w:cs="Calibri"/>
          <w:b/>
          <w:position w:val="1"/>
        </w:rPr>
        <w:t xml:space="preserve"> </w:t>
      </w:r>
      <w:r w:rsidR="001C4DA3">
        <w:rPr>
          <w:rFonts w:cs="Calibri"/>
          <w:b/>
          <w:position w:val="1"/>
        </w:rPr>
        <w:t xml:space="preserve">                           </w:t>
      </w:r>
      <w:r w:rsidR="00B05999">
        <w:rPr>
          <w:rFonts w:cs="Calibri"/>
          <w:b/>
          <w:position w:val="1"/>
        </w:rPr>
        <w:t>Theni</w:t>
      </w:r>
      <w:r w:rsidR="001C4DA3">
        <w:rPr>
          <w:rFonts w:cs="Calibri"/>
          <w:b/>
          <w:position w:val="1"/>
        </w:rPr>
        <w:t>.</w:t>
      </w:r>
    </w:p>
    <w:p w:rsidR="001C4DA3" w:rsidRDefault="001C4DA3" w:rsidP="00835644">
      <w:pPr>
        <w:tabs>
          <w:tab w:val="left" w:pos="375"/>
        </w:tabs>
        <w:spacing w:afterLines="60" w:line="240" w:lineRule="auto"/>
        <w:rPr>
          <w:rFonts w:cs="Calibri"/>
          <w:b/>
          <w:position w:val="1"/>
        </w:rPr>
      </w:pPr>
      <w:r>
        <w:rPr>
          <w:rFonts w:cs="Calibri"/>
          <w:b/>
          <w:position w:val="1"/>
        </w:rPr>
        <w:t xml:space="preserve">              </w:t>
      </w:r>
      <w:r w:rsidR="00B05999">
        <w:rPr>
          <w:rFonts w:cs="Calibri"/>
          <w:b/>
          <w:position w:val="1"/>
        </w:rPr>
        <w:t xml:space="preserve">              Ph: +91 8056765889</w:t>
      </w:r>
    </w:p>
    <w:p w:rsidR="001C4DA3" w:rsidRPr="00EA1343" w:rsidRDefault="001C4DA3" w:rsidP="00835644">
      <w:pPr>
        <w:tabs>
          <w:tab w:val="left" w:pos="375"/>
        </w:tabs>
        <w:spacing w:afterLines="60" w:line="240" w:lineRule="auto"/>
        <w:rPr>
          <w:rFonts w:cs="Calibri"/>
          <w:b/>
          <w:position w:val="1"/>
        </w:rPr>
      </w:pPr>
      <w:r>
        <w:rPr>
          <w:rFonts w:cs="Calibri"/>
          <w:b/>
          <w:position w:val="1"/>
        </w:rPr>
        <w:t xml:space="preserve">                            Email Id: -</w:t>
      </w:r>
    </w:p>
    <w:p w:rsidR="00121865" w:rsidRPr="001C4DA3" w:rsidRDefault="0016457C" w:rsidP="00835644">
      <w:pPr>
        <w:tabs>
          <w:tab w:val="left" w:pos="375"/>
        </w:tabs>
        <w:spacing w:afterLines="60" w:line="240" w:lineRule="auto"/>
        <w:jc w:val="center"/>
        <w:rPr>
          <w:rFonts w:cs="Calibri"/>
          <w:b/>
          <w:position w:val="1"/>
        </w:rPr>
      </w:pPr>
      <w:r w:rsidRPr="003E672B">
        <w:rPr>
          <w:rFonts w:eastAsia="Times New Roman" w:cs="Calibri"/>
          <w:b/>
          <w:color w:val="222222"/>
          <w:sz w:val="32"/>
          <w:szCs w:val="32"/>
          <w:u w:val="single"/>
        </w:rPr>
        <w:t xml:space="preserve">Proposal for </w:t>
      </w:r>
      <w:r w:rsidR="00EA1343">
        <w:rPr>
          <w:rFonts w:eastAsia="Times New Roman" w:cs="Calibri"/>
          <w:b/>
          <w:color w:val="222222"/>
          <w:sz w:val="32"/>
          <w:szCs w:val="32"/>
          <w:u w:val="single"/>
        </w:rPr>
        <w:t>Static Website Designing</w:t>
      </w:r>
    </w:p>
    <w:p w:rsidR="00C00E05" w:rsidRDefault="00C00E05" w:rsidP="00D94DEE">
      <w:pPr>
        <w:shd w:val="clear" w:color="auto" w:fill="FFFFFF"/>
        <w:spacing w:after="0" w:line="240" w:lineRule="auto"/>
        <w:rPr>
          <w:rFonts w:eastAsia="Times New Roman" w:cs="Calibri"/>
          <w:color w:val="222222"/>
          <w:spacing w:val="5"/>
          <w:sz w:val="24"/>
          <w:szCs w:val="24"/>
        </w:rPr>
      </w:pPr>
    </w:p>
    <w:p w:rsidR="004C38E4" w:rsidRDefault="00D94DEE" w:rsidP="00D94DEE">
      <w:pPr>
        <w:shd w:val="clear" w:color="auto" w:fill="FFFFFF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Greetings from </w:t>
      </w:r>
      <w:r w:rsidRPr="002E0724">
        <w:rPr>
          <w:rFonts w:cs="Calibri"/>
          <w:b/>
        </w:rPr>
        <w:t>JELLYSOFT</w:t>
      </w:r>
      <w:r>
        <w:rPr>
          <w:rFonts w:cs="Calibri"/>
          <w:b/>
        </w:rPr>
        <w:t>. This quotation covers an overview of Static Web Designing Services &amp; Pricing...</w:t>
      </w:r>
    </w:p>
    <w:p w:rsidR="00D94DEE" w:rsidRDefault="00D94DEE" w:rsidP="000A67C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222222"/>
          <w:spacing w:val="5"/>
          <w:sz w:val="24"/>
          <w:szCs w:val="24"/>
        </w:rPr>
      </w:pPr>
    </w:p>
    <w:p w:rsidR="00E7205A" w:rsidRPr="00E7205A" w:rsidRDefault="002E0724" w:rsidP="00795B97">
      <w:pPr>
        <w:pStyle w:val="HTMLPreformatted"/>
        <w:jc w:val="both"/>
        <w:rPr>
          <w:rFonts w:ascii="Calibri" w:hAnsi="Calibri" w:cs="Calibri"/>
          <w:b/>
          <w:sz w:val="22"/>
          <w:szCs w:val="22"/>
        </w:rPr>
      </w:pPr>
      <w:r w:rsidRPr="002E0724">
        <w:rPr>
          <w:rFonts w:ascii="Calibri" w:hAnsi="Calibri" w:cs="Calibri"/>
          <w:b/>
          <w:sz w:val="22"/>
          <w:szCs w:val="22"/>
        </w:rPr>
        <w:t>JELLYSOFT</w:t>
      </w:r>
      <w:r>
        <w:rPr>
          <w:rFonts w:ascii="Calibri" w:hAnsi="Calibri" w:cs="Calibri"/>
          <w:sz w:val="22"/>
          <w:szCs w:val="22"/>
        </w:rPr>
        <w:t xml:space="preserve"> is</w:t>
      </w:r>
      <w:r w:rsidR="00E7205A" w:rsidRPr="00877885">
        <w:rPr>
          <w:rFonts w:ascii="Calibri" w:hAnsi="Calibri" w:cs="Calibri"/>
          <w:sz w:val="22"/>
          <w:szCs w:val="22"/>
        </w:rPr>
        <w:t xml:space="preserve"> one of the Leading Static Website Design Company in Tuticorin Tamilnadu. With a huge client base in Tamilnadu and across India, we have expertise in working on Sta</w:t>
      </w:r>
      <w:r w:rsidR="00024895" w:rsidRPr="00877885">
        <w:rPr>
          <w:rFonts w:ascii="Calibri" w:hAnsi="Calibri" w:cs="Calibri"/>
          <w:sz w:val="22"/>
          <w:szCs w:val="22"/>
        </w:rPr>
        <w:t>t</w:t>
      </w:r>
      <w:r w:rsidR="00E7205A" w:rsidRPr="00877885">
        <w:rPr>
          <w:rFonts w:ascii="Calibri" w:hAnsi="Calibri" w:cs="Calibri"/>
          <w:sz w:val="22"/>
          <w:szCs w:val="22"/>
        </w:rPr>
        <w:t xml:space="preserve">ic Website Design project in every domain. Whether you are </w:t>
      </w:r>
      <w:r w:rsidR="001A427C">
        <w:rPr>
          <w:rFonts w:ascii="Calibri" w:hAnsi="Calibri" w:cs="Calibri"/>
          <w:sz w:val="22"/>
          <w:szCs w:val="22"/>
        </w:rPr>
        <w:t>a Start-U</w:t>
      </w:r>
      <w:r w:rsidR="001A427C" w:rsidRPr="00877885">
        <w:rPr>
          <w:rFonts w:ascii="Calibri" w:hAnsi="Calibri" w:cs="Calibri"/>
          <w:sz w:val="22"/>
          <w:szCs w:val="22"/>
        </w:rPr>
        <w:t>p</w:t>
      </w:r>
      <w:r w:rsidR="001A427C">
        <w:rPr>
          <w:rFonts w:ascii="Calibri" w:hAnsi="Calibri" w:cs="Calibri"/>
          <w:sz w:val="22"/>
          <w:szCs w:val="22"/>
        </w:rPr>
        <w:t>,</w:t>
      </w:r>
      <w:r w:rsidR="001A427C" w:rsidRPr="00877885">
        <w:rPr>
          <w:rFonts w:ascii="Calibri" w:hAnsi="Calibri" w:cs="Calibri"/>
          <w:sz w:val="22"/>
          <w:szCs w:val="22"/>
        </w:rPr>
        <w:t xml:space="preserve"> </w:t>
      </w:r>
      <w:r w:rsidR="001A427C">
        <w:rPr>
          <w:rFonts w:ascii="Calibri" w:hAnsi="Calibri" w:cs="Calibri"/>
          <w:sz w:val="22"/>
          <w:szCs w:val="22"/>
        </w:rPr>
        <w:t>S</w:t>
      </w:r>
      <w:r w:rsidR="00E7205A" w:rsidRPr="00877885">
        <w:rPr>
          <w:rFonts w:ascii="Calibri" w:hAnsi="Calibri" w:cs="Calibri"/>
          <w:sz w:val="22"/>
          <w:szCs w:val="22"/>
        </w:rPr>
        <w:t>mall</w:t>
      </w:r>
      <w:r w:rsidR="001A427C">
        <w:rPr>
          <w:rFonts w:ascii="Calibri" w:hAnsi="Calibri" w:cs="Calibri"/>
          <w:sz w:val="22"/>
          <w:szCs w:val="22"/>
        </w:rPr>
        <w:t xml:space="preserve">, Medium sized </w:t>
      </w:r>
      <w:r w:rsidR="00E7205A" w:rsidRPr="00877885">
        <w:rPr>
          <w:rFonts w:ascii="Calibri" w:hAnsi="Calibri" w:cs="Calibri"/>
          <w:sz w:val="22"/>
          <w:szCs w:val="22"/>
        </w:rPr>
        <w:t>company or a w</w:t>
      </w:r>
      <w:r w:rsidR="00024895" w:rsidRPr="00877885">
        <w:rPr>
          <w:rFonts w:ascii="Calibri" w:hAnsi="Calibri" w:cs="Calibri"/>
          <w:sz w:val="22"/>
          <w:szCs w:val="22"/>
        </w:rPr>
        <w:t>ell-established organiz</w:t>
      </w:r>
      <w:r w:rsidR="00E7205A" w:rsidRPr="00877885">
        <w:rPr>
          <w:rFonts w:ascii="Calibri" w:hAnsi="Calibri" w:cs="Calibri"/>
          <w:sz w:val="22"/>
          <w:szCs w:val="22"/>
        </w:rPr>
        <w:t>ation, We are the perfect destination for all your Static Website Design Needs.</w:t>
      </w:r>
      <w:r w:rsidR="00760F92" w:rsidRPr="00877885">
        <w:rPr>
          <w:rFonts w:ascii="Calibri" w:hAnsi="Calibri" w:cs="Calibri"/>
          <w:sz w:val="22"/>
          <w:szCs w:val="22"/>
        </w:rPr>
        <w:t xml:space="preserve"> We have a team of Professional Web Designers who have expertise in designing unique websites integrated with excellent features.</w:t>
      </w:r>
      <w:r w:rsidR="00024895">
        <w:rPr>
          <w:rFonts w:ascii="Calibri" w:hAnsi="Calibri" w:cs="Calibri"/>
          <w:b/>
          <w:sz w:val="22"/>
          <w:szCs w:val="22"/>
        </w:rPr>
        <w:t xml:space="preserve"> </w:t>
      </w:r>
      <w:r w:rsidR="00024895" w:rsidRPr="00855041">
        <w:rPr>
          <w:rFonts w:ascii="Calibri" w:hAnsi="Calibri" w:cs="Calibri"/>
          <w:sz w:val="22"/>
          <w:szCs w:val="22"/>
        </w:rPr>
        <w:t xml:space="preserve">The main motive of our team is </w:t>
      </w:r>
      <w:r w:rsidR="00877885">
        <w:rPr>
          <w:rFonts w:ascii="Calibri" w:hAnsi="Calibri" w:cs="Calibri"/>
          <w:sz w:val="22"/>
          <w:szCs w:val="22"/>
        </w:rPr>
        <w:t>to</w:t>
      </w:r>
      <w:r w:rsidR="00024895" w:rsidRPr="00855041">
        <w:rPr>
          <w:rFonts w:ascii="Calibri" w:hAnsi="Calibri" w:cs="Calibri"/>
          <w:sz w:val="22"/>
          <w:szCs w:val="22"/>
        </w:rPr>
        <w:t xml:space="preserve"> provide the best to ensure your success.</w:t>
      </w:r>
      <w:r w:rsidR="00EC4D16">
        <w:rPr>
          <w:rFonts w:ascii="Calibri" w:hAnsi="Calibri" w:cs="Calibri"/>
          <w:sz w:val="22"/>
          <w:szCs w:val="22"/>
        </w:rPr>
        <w:t xml:space="preserve"> We also provide Software Development, Android &amp; IOS Application Development, Social Media Marketing, Digital Marketing, Bulk SMS, Bulk Whatsapp, Bulk Voice Calls, SEO, Graphic Designing,</w:t>
      </w:r>
      <w:r w:rsidR="00AA6510">
        <w:rPr>
          <w:rFonts w:ascii="Calibri" w:hAnsi="Calibri" w:cs="Calibri"/>
          <w:sz w:val="22"/>
          <w:szCs w:val="22"/>
        </w:rPr>
        <w:t xml:space="preserve"> Video Creation, Domain &amp; Web Server, Email Server and other Web Services.</w:t>
      </w:r>
    </w:p>
    <w:p w:rsidR="00B423D6" w:rsidRDefault="00B423D6" w:rsidP="00795B97">
      <w:pPr>
        <w:pStyle w:val="HTMLPreformatted"/>
        <w:jc w:val="both"/>
        <w:rPr>
          <w:rFonts w:ascii="Calibri" w:hAnsi="Calibri" w:cs="Calibri"/>
          <w:sz w:val="22"/>
          <w:szCs w:val="22"/>
        </w:rPr>
      </w:pPr>
    </w:p>
    <w:p w:rsidR="00C00E05" w:rsidRDefault="00C00E05" w:rsidP="00795B97">
      <w:pPr>
        <w:pStyle w:val="HTMLPreformatted"/>
        <w:jc w:val="both"/>
        <w:rPr>
          <w:rFonts w:ascii="Calibri" w:hAnsi="Calibri" w:cs="Calibri"/>
          <w:b/>
          <w:bCs/>
          <w:color w:val="222222"/>
          <w:kern w:val="36"/>
          <w:sz w:val="24"/>
          <w:szCs w:val="24"/>
          <w:u w:val="single"/>
        </w:rPr>
      </w:pPr>
      <w:r>
        <w:rPr>
          <w:rFonts w:ascii="Calibri" w:hAnsi="Calibri" w:cs="Calibri"/>
          <w:b/>
          <w:bCs/>
          <w:color w:val="222222"/>
          <w:kern w:val="36"/>
          <w:sz w:val="24"/>
          <w:szCs w:val="24"/>
          <w:u w:val="single"/>
        </w:rPr>
        <w:t xml:space="preserve">What is </w:t>
      </w:r>
      <w:r w:rsidR="00EA1343">
        <w:rPr>
          <w:rFonts w:ascii="Calibri" w:hAnsi="Calibri" w:cs="Calibri"/>
          <w:b/>
          <w:bCs/>
          <w:color w:val="222222"/>
          <w:kern w:val="36"/>
          <w:sz w:val="24"/>
          <w:szCs w:val="24"/>
          <w:u w:val="single"/>
        </w:rPr>
        <w:t>Static Website</w:t>
      </w:r>
      <w:r w:rsidRPr="00106177">
        <w:rPr>
          <w:rFonts w:ascii="Calibri" w:hAnsi="Calibri" w:cs="Calibri"/>
          <w:b/>
          <w:bCs/>
          <w:color w:val="222222"/>
          <w:kern w:val="36"/>
          <w:sz w:val="24"/>
          <w:szCs w:val="24"/>
          <w:u w:val="single"/>
        </w:rPr>
        <w:t>:</w:t>
      </w:r>
    </w:p>
    <w:p w:rsidR="007C7B9A" w:rsidRDefault="007C7B9A" w:rsidP="00795B97">
      <w:pPr>
        <w:pStyle w:val="HTMLPreformatted"/>
        <w:jc w:val="both"/>
        <w:rPr>
          <w:rFonts w:ascii="Calibri" w:hAnsi="Calibri" w:cs="Calibri"/>
          <w:b/>
          <w:bCs/>
          <w:color w:val="222222"/>
          <w:kern w:val="36"/>
          <w:sz w:val="24"/>
          <w:szCs w:val="24"/>
          <w:u w:val="single"/>
        </w:rPr>
      </w:pPr>
    </w:p>
    <w:p w:rsidR="009653A2" w:rsidRPr="007C7B9A" w:rsidRDefault="00B05999" w:rsidP="007C7B9A">
      <w:pPr>
        <w:shd w:val="clear" w:color="auto" w:fill="FFFFFF"/>
        <w:spacing w:before="13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  <w:r>
        <w:rPr>
          <w:rFonts w:eastAsia="Times New Roman" w:cs="Calibri"/>
          <w:b/>
          <w:bCs/>
          <w:noProof/>
          <w:color w:val="222222"/>
          <w:kern w:val="36"/>
          <w:sz w:val="24"/>
          <w:szCs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9525</wp:posOffset>
            </wp:positionV>
            <wp:extent cx="1480820" cy="828675"/>
            <wp:effectExtent l="0" t="0" r="5080" b="0"/>
            <wp:wrapSquare wrapText="bothSides"/>
            <wp:docPr id="19" name="Picture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82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3BA4" w:rsidRPr="00BB3BA4">
        <w:rPr>
          <w:rFonts w:cs="Calibri"/>
          <w:color w:val="222222"/>
        </w:rPr>
        <w:t>A website is the most advanced medium to focus on your potential site visitors and convert them to your customers.</w:t>
      </w:r>
      <w:r w:rsidR="00BB3BA4">
        <w:rPr>
          <w:rFonts w:cs="Calibri"/>
          <w:color w:val="222222"/>
        </w:rPr>
        <w:t xml:space="preserve"> </w:t>
      </w:r>
      <w:r w:rsidR="00646E0C" w:rsidRPr="00646E0C">
        <w:rPr>
          <w:rFonts w:cs="Calibri"/>
          <w:color w:val="222222"/>
        </w:rPr>
        <w:t>The Static website is a basic Website that contains 4-5 web pages</w:t>
      </w:r>
      <w:r w:rsidR="00F71DCE">
        <w:rPr>
          <w:rFonts w:cs="Calibri"/>
          <w:color w:val="222222"/>
        </w:rPr>
        <w:t xml:space="preserve"> </w:t>
      </w:r>
      <w:r w:rsidR="00F71DCE" w:rsidRPr="00646E0C">
        <w:rPr>
          <w:rFonts w:cs="Calibri"/>
          <w:color w:val="222222"/>
        </w:rPr>
        <w:t>with fixed content</w:t>
      </w:r>
      <w:r w:rsidR="00F71DCE">
        <w:rPr>
          <w:rFonts w:cs="Calibri"/>
          <w:color w:val="222222"/>
        </w:rPr>
        <w:t>s</w:t>
      </w:r>
      <w:r w:rsidR="00646E0C" w:rsidRPr="00646E0C">
        <w:rPr>
          <w:rFonts w:cs="Calibri"/>
          <w:color w:val="222222"/>
        </w:rPr>
        <w:t>. These pages are coded in HTML, it displays the same information to all the visitors every time.</w:t>
      </w:r>
      <w:r w:rsidR="00F71DCE">
        <w:rPr>
          <w:rFonts w:cs="Calibri"/>
          <w:color w:val="222222"/>
        </w:rPr>
        <w:t xml:space="preserve"> </w:t>
      </w:r>
      <w:r w:rsidR="00F71DCE" w:rsidRPr="00F71DCE">
        <w:rPr>
          <w:rFonts w:cs="Calibri"/>
          <w:color w:val="222222"/>
        </w:rPr>
        <w:t xml:space="preserve">Static sites are the most basic type of website and </w:t>
      </w:r>
      <w:r w:rsidR="00D94016">
        <w:rPr>
          <w:rFonts w:cs="Calibri"/>
          <w:color w:val="222222"/>
        </w:rPr>
        <w:t>it is very</w:t>
      </w:r>
      <w:r w:rsidR="00F71DCE" w:rsidRPr="00F71DCE">
        <w:rPr>
          <w:rFonts w:cs="Calibri"/>
          <w:color w:val="222222"/>
        </w:rPr>
        <w:t xml:space="preserve"> eas</w:t>
      </w:r>
      <w:r w:rsidR="00D94016">
        <w:rPr>
          <w:rFonts w:cs="Calibri"/>
          <w:color w:val="222222"/>
        </w:rPr>
        <w:t>y</w:t>
      </w:r>
      <w:r w:rsidR="00F71DCE" w:rsidRPr="00F71DCE">
        <w:rPr>
          <w:rFonts w:cs="Calibri"/>
          <w:color w:val="222222"/>
        </w:rPr>
        <w:t xml:space="preserve"> to create.</w:t>
      </w:r>
      <w:r w:rsidR="00F71DCE">
        <w:rPr>
          <w:rFonts w:cs="Calibri"/>
          <w:color w:val="222222"/>
        </w:rPr>
        <w:t xml:space="preserve"> </w:t>
      </w:r>
      <w:r w:rsidR="00F71DCE" w:rsidRPr="00F71DCE">
        <w:rPr>
          <w:rFonts w:cs="Calibri"/>
          <w:color w:val="222222"/>
        </w:rPr>
        <w:t>A static site can be built by simply creating a few HTML pages and publishing them to a Web server. Since static Web pages contain fixed code, the content of each page does not change unless it is manually updated by the owner. This works well for smal</w:t>
      </w:r>
      <w:r w:rsidR="00F71DCE">
        <w:rPr>
          <w:rFonts w:cs="Calibri"/>
          <w:color w:val="222222"/>
        </w:rPr>
        <w:t>l business</w:t>
      </w:r>
      <w:r w:rsidR="00BB3BA4">
        <w:rPr>
          <w:rFonts w:cs="Calibri"/>
          <w:color w:val="222222"/>
        </w:rPr>
        <w:t>.</w:t>
      </w:r>
    </w:p>
    <w:p w:rsidR="00BB3BA4" w:rsidRDefault="00BB3BA4" w:rsidP="0046321A">
      <w:pPr>
        <w:pStyle w:val="HTMLPreformatted"/>
        <w:jc w:val="both"/>
        <w:rPr>
          <w:rFonts w:ascii="Calibri" w:hAnsi="Calibri" w:cs="Calibri"/>
          <w:b/>
          <w:bCs/>
          <w:color w:val="222222"/>
          <w:kern w:val="36"/>
          <w:sz w:val="24"/>
          <w:szCs w:val="24"/>
          <w:u w:val="single"/>
        </w:rPr>
      </w:pPr>
    </w:p>
    <w:p w:rsidR="0046321A" w:rsidRDefault="00EA4ADA" w:rsidP="0046321A">
      <w:pPr>
        <w:pStyle w:val="HTMLPreformatted"/>
        <w:jc w:val="both"/>
        <w:rPr>
          <w:rFonts w:ascii="Calibri" w:hAnsi="Calibri" w:cs="Calibri"/>
          <w:b/>
          <w:bCs/>
          <w:color w:val="222222"/>
          <w:kern w:val="36"/>
          <w:sz w:val="24"/>
          <w:szCs w:val="24"/>
          <w:u w:val="single"/>
        </w:rPr>
      </w:pPr>
      <w:r>
        <w:rPr>
          <w:rFonts w:ascii="Calibri" w:hAnsi="Calibri" w:cs="Calibri"/>
          <w:b/>
          <w:bCs/>
          <w:color w:val="222222"/>
          <w:kern w:val="36"/>
          <w:sz w:val="24"/>
          <w:szCs w:val="24"/>
          <w:u w:val="single"/>
        </w:rPr>
        <w:t xml:space="preserve">How </w:t>
      </w:r>
      <w:r w:rsidR="00E7205A">
        <w:rPr>
          <w:rFonts w:ascii="Calibri" w:hAnsi="Calibri" w:cs="Calibri"/>
          <w:b/>
          <w:bCs/>
          <w:color w:val="222222"/>
          <w:kern w:val="36"/>
          <w:sz w:val="24"/>
          <w:szCs w:val="24"/>
          <w:u w:val="single"/>
        </w:rPr>
        <w:t>Static Website</w:t>
      </w:r>
      <w:r>
        <w:rPr>
          <w:rFonts w:ascii="Calibri" w:hAnsi="Calibri" w:cs="Calibri"/>
          <w:b/>
          <w:bCs/>
          <w:color w:val="222222"/>
          <w:kern w:val="36"/>
          <w:sz w:val="24"/>
          <w:szCs w:val="24"/>
          <w:u w:val="single"/>
        </w:rPr>
        <w:t xml:space="preserve"> </w:t>
      </w:r>
      <w:r w:rsidR="00EC4D16">
        <w:rPr>
          <w:rFonts w:ascii="Calibri" w:hAnsi="Calibri" w:cs="Calibri"/>
          <w:b/>
          <w:bCs/>
          <w:color w:val="222222"/>
          <w:kern w:val="36"/>
          <w:sz w:val="24"/>
          <w:szCs w:val="24"/>
          <w:u w:val="single"/>
        </w:rPr>
        <w:t>is Essential</w:t>
      </w:r>
      <w:r>
        <w:rPr>
          <w:rFonts w:ascii="Calibri" w:hAnsi="Calibri" w:cs="Calibri"/>
          <w:b/>
          <w:bCs/>
          <w:color w:val="222222"/>
          <w:kern w:val="36"/>
          <w:sz w:val="24"/>
          <w:szCs w:val="24"/>
          <w:u w:val="single"/>
        </w:rPr>
        <w:t xml:space="preserve"> for your Business Growth</w:t>
      </w:r>
      <w:r w:rsidRPr="00106177">
        <w:rPr>
          <w:rFonts w:ascii="Calibri" w:hAnsi="Calibri" w:cs="Calibri"/>
          <w:b/>
          <w:bCs/>
          <w:color w:val="222222"/>
          <w:kern w:val="36"/>
          <w:sz w:val="24"/>
          <w:szCs w:val="24"/>
          <w:u w:val="single"/>
        </w:rPr>
        <w:t>:</w:t>
      </w:r>
    </w:p>
    <w:p w:rsidR="007C7B9A" w:rsidRDefault="007C7B9A" w:rsidP="0046321A">
      <w:pPr>
        <w:pStyle w:val="HTMLPreformatted"/>
        <w:jc w:val="both"/>
        <w:rPr>
          <w:rFonts w:ascii="Calibri" w:hAnsi="Calibri" w:cs="Calibri"/>
          <w:b/>
          <w:bCs/>
          <w:color w:val="222222"/>
          <w:kern w:val="36"/>
          <w:sz w:val="24"/>
          <w:szCs w:val="24"/>
          <w:u w:val="single"/>
        </w:rPr>
      </w:pPr>
    </w:p>
    <w:p w:rsidR="00F71DCE" w:rsidRPr="007C7B9A" w:rsidRDefault="00B05999" w:rsidP="007C7B9A">
      <w:pPr>
        <w:shd w:val="clear" w:color="auto" w:fill="FFFFFF"/>
        <w:spacing w:before="13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  <w:r>
        <w:rPr>
          <w:rFonts w:eastAsia="Times New Roman" w:cs="Calibri"/>
          <w:b/>
          <w:bCs/>
          <w:noProof/>
          <w:color w:val="222222"/>
          <w:kern w:val="36"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8890</wp:posOffset>
            </wp:positionV>
            <wp:extent cx="1800225" cy="1036955"/>
            <wp:effectExtent l="19050" t="0" r="9525" b="0"/>
            <wp:wrapSquare wrapText="bothSides"/>
            <wp:docPr id="18" name="Picture 4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1DCE" w:rsidRPr="00F71DCE">
        <w:rPr>
          <w:rFonts w:cs="Calibri"/>
          <w:color w:val="222222"/>
        </w:rPr>
        <w:t>A Static Website Designing is the simple way to display your business or product online.</w:t>
      </w:r>
      <w:r w:rsidR="00F71DCE">
        <w:rPr>
          <w:rFonts w:cs="Calibri"/>
          <w:color w:val="222222"/>
        </w:rPr>
        <w:t xml:space="preserve"> </w:t>
      </w:r>
      <w:r w:rsidR="00F71DCE" w:rsidRPr="00646E0C">
        <w:rPr>
          <w:rFonts w:cs="Calibri"/>
          <w:color w:val="222222"/>
        </w:rPr>
        <w:t>The best thing about having a static website is that</w:t>
      </w:r>
      <w:r w:rsidR="00760F92">
        <w:rPr>
          <w:rFonts w:cs="Calibri"/>
          <w:color w:val="222222"/>
        </w:rPr>
        <w:t xml:space="preserve"> </w:t>
      </w:r>
      <w:r w:rsidR="008C6E5F">
        <w:rPr>
          <w:rFonts w:cs="Calibri"/>
          <w:color w:val="222222"/>
        </w:rPr>
        <w:t xml:space="preserve">can showcase </w:t>
      </w:r>
      <w:r w:rsidR="00D94016">
        <w:rPr>
          <w:rFonts w:cs="Calibri"/>
          <w:color w:val="222222"/>
        </w:rPr>
        <w:t>all products and services in</w:t>
      </w:r>
      <w:r w:rsidR="00760F92" w:rsidRPr="00760F92">
        <w:rPr>
          <w:rFonts w:cs="Calibri"/>
          <w:color w:val="222222"/>
        </w:rPr>
        <w:t xml:space="preserve"> easy</w:t>
      </w:r>
      <w:r w:rsidR="00D94016">
        <w:rPr>
          <w:rFonts w:cs="Calibri"/>
          <w:color w:val="222222"/>
        </w:rPr>
        <w:t xml:space="preserve"> access to</w:t>
      </w:r>
      <w:r w:rsidR="008C6E5F">
        <w:rPr>
          <w:rFonts w:cs="Calibri"/>
          <w:color w:val="222222"/>
        </w:rPr>
        <w:t xml:space="preserve"> visitors</w:t>
      </w:r>
      <w:r w:rsidR="00760F92" w:rsidRPr="00760F92">
        <w:rPr>
          <w:rFonts w:cs="Calibri"/>
          <w:color w:val="222222"/>
        </w:rPr>
        <w:t>.</w:t>
      </w:r>
      <w:r w:rsidR="0049311E">
        <w:rPr>
          <w:rFonts w:cs="Calibri"/>
          <w:color w:val="222222"/>
        </w:rPr>
        <w:t xml:space="preserve"> Designing a Static W</w:t>
      </w:r>
      <w:r w:rsidR="0049311E" w:rsidRPr="0049311E">
        <w:rPr>
          <w:rFonts w:cs="Calibri"/>
          <w:color w:val="222222"/>
        </w:rPr>
        <w:t>ebsite is usually cheaper than a dynamic one.</w:t>
      </w:r>
      <w:r w:rsidR="0049311E">
        <w:rPr>
          <w:rFonts w:cs="Calibri"/>
          <w:color w:val="222222"/>
        </w:rPr>
        <w:t xml:space="preserve"> </w:t>
      </w:r>
      <w:r w:rsidR="0041799E">
        <w:rPr>
          <w:rFonts w:cs="Calibri"/>
          <w:color w:val="222222"/>
        </w:rPr>
        <w:t>I</w:t>
      </w:r>
      <w:r w:rsidR="0041799E" w:rsidRPr="0041799E">
        <w:rPr>
          <w:rFonts w:cs="Calibri"/>
          <w:color w:val="222222"/>
        </w:rPr>
        <w:t xml:space="preserve">t is a cost effective </w:t>
      </w:r>
      <w:r w:rsidR="0041799E">
        <w:rPr>
          <w:rFonts w:cs="Calibri"/>
          <w:color w:val="222222"/>
        </w:rPr>
        <w:t>and</w:t>
      </w:r>
      <w:r w:rsidR="0041799E" w:rsidRPr="0041799E">
        <w:rPr>
          <w:rFonts w:cs="Calibri"/>
          <w:color w:val="222222"/>
        </w:rPr>
        <w:t xml:space="preserve"> affordable so</w:t>
      </w:r>
      <w:r w:rsidR="00D94016">
        <w:rPr>
          <w:rFonts w:cs="Calibri"/>
          <w:color w:val="222222"/>
        </w:rPr>
        <w:t>lution for S</w:t>
      </w:r>
      <w:r w:rsidR="0041799E" w:rsidRPr="0041799E">
        <w:rPr>
          <w:rFonts w:cs="Calibri"/>
          <w:color w:val="222222"/>
        </w:rPr>
        <w:t>mall</w:t>
      </w:r>
      <w:r w:rsidR="00D94016">
        <w:rPr>
          <w:rFonts w:cs="Calibri"/>
          <w:color w:val="222222"/>
        </w:rPr>
        <w:t xml:space="preserve"> &amp; Medium B</w:t>
      </w:r>
      <w:r w:rsidR="0041799E" w:rsidRPr="0041799E">
        <w:rPr>
          <w:rFonts w:cs="Calibri"/>
          <w:color w:val="222222"/>
        </w:rPr>
        <w:t>usines</w:t>
      </w:r>
      <w:r w:rsidR="00D94016">
        <w:rPr>
          <w:rFonts w:cs="Calibri"/>
          <w:color w:val="222222"/>
        </w:rPr>
        <w:t>s</w:t>
      </w:r>
      <w:r w:rsidR="0041799E" w:rsidRPr="0041799E">
        <w:rPr>
          <w:rFonts w:cs="Calibri"/>
          <w:color w:val="222222"/>
        </w:rPr>
        <w:t>.</w:t>
      </w:r>
      <w:r w:rsidR="0041799E">
        <w:rPr>
          <w:rFonts w:cs="Calibri"/>
          <w:color w:val="222222"/>
        </w:rPr>
        <w:t xml:space="preserve"> </w:t>
      </w:r>
      <w:r w:rsidR="0041799E" w:rsidRPr="0049311E">
        <w:rPr>
          <w:rFonts w:cs="Calibri"/>
          <w:color w:val="222222"/>
        </w:rPr>
        <w:t xml:space="preserve">Static </w:t>
      </w:r>
      <w:r w:rsidR="0041799E">
        <w:rPr>
          <w:rFonts w:cs="Calibri"/>
          <w:color w:val="222222"/>
        </w:rPr>
        <w:t>Web</w:t>
      </w:r>
      <w:r w:rsidR="0041799E" w:rsidRPr="0049311E">
        <w:rPr>
          <w:rFonts w:cs="Calibri"/>
          <w:color w:val="222222"/>
        </w:rPr>
        <w:t>sites require less time in the design and development process.</w:t>
      </w:r>
      <w:r w:rsidR="0041799E">
        <w:rPr>
          <w:rFonts w:cs="Calibri"/>
          <w:color w:val="222222"/>
        </w:rPr>
        <w:t xml:space="preserve"> </w:t>
      </w:r>
      <w:r w:rsidR="0049311E">
        <w:rPr>
          <w:rFonts w:cs="Calibri"/>
          <w:color w:val="222222"/>
        </w:rPr>
        <w:t xml:space="preserve">Static Websites </w:t>
      </w:r>
      <w:r w:rsidR="0049311E" w:rsidRPr="0049311E">
        <w:rPr>
          <w:rFonts w:cs="Calibri"/>
          <w:color w:val="222222"/>
        </w:rPr>
        <w:t>do not need regular modifications</w:t>
      </w:r>
      <w:r w:rsidR="0041799E">
        <w:rPr>
          <w:rFonts w:cs="Calibri"/>
          <w:color w:val="222222"/>
        </w:rPr>
        <w:t>.</w:t>
      </w:r>
      <w:r w:rsidR="00024895">
        <w:rPr>
          <w:rFonts w:cs="Calibri"/>
          <w:color w:val="222222"/>
        </w:rPr>
        <w:t xml:space="preserve"> Hosting of Static W</w:t>
      </w:r>
      <w:r w:rsidR="00024895" w:rsidRPr="00024895">
        <w:rPr>
          <w:rFonts w:cs="Calibri"/>
          <w:color w:val="222222"/>
        </w:rPr>
        <w:t>ebsites is simple</w:t>
      </w:r>
      <w:r w:rsidR="00024895">
        <w:rPr>
          <w:rFonts w:cs="Calibri"/>
          <w:color w:val="222222"/>
        </w:rPr>
        <w:t xml:space="preserve"> and it has low maintenance cost</w:t>
      </w:r>
      <w:r w:rsidR="00024895" w:rsidRPr="00024895">
        <w:rPr>
          <w:rFonts w:cs="Calibri"/>
          <w:color w:val="222222"/>
        </w:rPr>
        <w:t>.</w:t>
      </w:r>
      <w:r w:rsidR="00024895">
        <w:rPr>
          <w:rFonts w:cs="Calibri"/>
          <w:color w:val="222222"/>
        </w:rPr>
        <w:t xml:space="preserve"> </w:t>
      </w:r>
      <w:r w:rsidR="00024895" w:rsidRPr="00024895">
        <w:rPr>
          <w:rFonts w:cs="Calibri"/>
          <w:color w:val="222222"/>
        </w:rPr>
        <w:t>Static websites are very user-friendly</w:t>
      </w:r>
      <w:r w:rsidR="00024895">
        <w:rPr>
          <w:rFonts w:cs="Calibri"/>
          <w:color w:val="222222"/>
        </w:rPr>
        <w:t xml:space="preserve"> and best </w:t>
      </w:r>
      <w:r w:rsidR="00024895" w:rsidRPr="00024895">
        <w:rPr>
          <w:rFonts w:cs="Calibri"/>
          <w:color w:val="222222"/>
        </w:rPr>
        <w:t>suited for small sized businesses</w:t>
      </w:r>
      <w:r w:rsidR="00024895">
        <w:rPr>
          <w:rFonts w:cs="Calibri"/>
          <w:color w:val="222222"/>
        </w:rPr>
        <w:t>.</w:t>
      </w:r>
    </w:p>
    <w:p w:rsidR="00896A3C" w:rsidRDefault="00896A3C" w:rsidP="00896A3C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CA56BA" w:rsidRDefault="00216B06" w:rsidP="00896A3C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noProof/>
          <w:color w:val="222222"/>
          <w:kern w:val="36"/>
          <w:sz w:val="24"/>
          <w:szCs w:val="24"/>
        </w:rPr>
      </w:pPr>
      <w:r>
        <w:rPr>
          <w:rFonts w:eastAsia="Times New Roman" w:cs="Calibri"/>
          <w:b/>
          <w:bCs/>
          <w:color w:val="222222"/>
          <w:kern w:val="36"/>
          <w:sz w:val="24"/>
          <w:szCs w:val="24"/>
        </w:rPr>
        <w:lastRenderedPageBreak/>
        <w:t xml:space="preserve">    </w:t>
      </w:r>
      <w:r w:rsidR="00EC4D16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</w:t>
      </w:r>
    </w:p>
    <w:p w:rsidR="00896A3C" w:rsidRDefault="00B05999" w:rsidP="00896A3C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  <w:r>
        <w:rPr>
          <w:rFonts w:eastAsia="Times New Roman" w:cs="Calibri"/>
          <w:b/>
          <w:noProof/>
          <w:color w:val="222222"/>
          <w:kern w:val="36"/>
          <w:sz w:val="24"/>
          <w:szCs w:val="24"/>
        </w:rPr>
        <w:drawing>
          <wp:inline distT="0" distB="0" distL="0" distR="0">
            <wp:extent cx="1433830" cy="1433830"/>
            <wp:effectExtent l="19050" t="0" r="0" b="0"/>
            <wp:docPr id="2" name="Picture 7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3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1433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6B06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        </w:t>
      </w:r>
      <w:r w:rsidR="00896A3C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    </w:t>
      </w:r>
      <w:r w:rsidR="001E3971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</w:t>
      </w:r>
      <w:r w:rsidR="00896A3C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</w:t>
      </w:r>
      <w:r w:rsidR="001E3971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</w:t>
      </w:r>
      <w:r w:rsidR="00896A3C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</w:t>
      </w:r>
      <w:r w:rsidR="001E3971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</w:t>
      </w:r>
      <w:r w:rsidR="00896A3C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   </w:t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</w:rPr>
        <w:drawing>
          <wp:inline distT="0" distB="0" distL="0" distR="0">
            <wp:extent cx="1682750" cy="1302385"/>
            <wp:effectExtent l="19050" t="0" r="0" b="0"/>
            <wp:docPr id="3" name="Picture 9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5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302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6A3C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                       </w:t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</w:rPr>
        <w:drawing>
          <wp:inline distT="0" distB="0" distL="0" distR="0">
            <wp:extent cx="1331595" cy="1163320"/>
            <wp:effectExtent l="19050" t="0" r="1905" b="0"/>
            <wp:docPr id="4" name="Picture 34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6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16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A3C" w:rsidRPr="00216B06" w:rsidRDefault="00EC4D16" w:rsidP="00896A3C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8"/>
          <w:szCs w:val="28"/>
        </w:rPr>
      </w:pPr>
      <w:r w:rsidRPr="00216B06">
        <w:rPr>
          <w:rFonts w:eastAsia="Times New Roman" w:cs="Calibri"/>
          <w:b/>
          <w:bCs/>
          <w:color w:val="222222"/>
          <w:kern w:val="36"/>
          <w:sz w:val="28"/>
          <w:szCs w:val="28"/>
        </w:rPr>
        <w:t xml:space="preserve">Attract </w:t>
      </w:r>
      <w:r w:rsidR="00FA2047" w:rsidRPr="00216B06">
        <w:rPr>
          <w:rFonts w:eastAsia="Times New Roman" w:cs="Calibri"/>
          <w:b/>
          <w:bCs/>
          <w:color w:val="222222"/>
          <w:kern w:val="36"/>
          <w:sz w:val="28"/>
          <w:szCs w:val="28"/>
        </w:rPr>
        <w:t>Online</w:t>
      </w:r>
      <w:r w:rsidRPr="00216B06">
        <w:rPr>
          <w:rFonts w:eastAsia="Times New Roman" w:cs="Calibri"/>
          <w:b/>
          <w:bCs/>
          <w:color w:val="222222"/>
          <w:kern w:val="36"/>
          <w:sz w:val="28"/>
          <w:szCs w:val="28"/>
        </w:rPr>
        <w:t xml:space="preserve"> Customers  </w:t>
      </w:r>
      <w:r w:rsidR="00FA2047" w:rsidRPr="00216B06">
        <w:rPr>
          <w:rFonts w:eastAsia="Times New Roman" w:cs="Calibri"/>
          <w:b/>
          <w:bCs/>
          <w:color w:val="222222"/>
          <w:kern w:val="36"/>
          <w:sz w:val="28"/>
          <w:szCs w:val="28"/>
        </w:rPr>
        <w:t xml:space="preserve"> </w:t>
      </w:r>
      <w:r w:rsidR="00216B06" w:rsidRPr="00216B06">
        <w:rPr>
          <w:rFonts w:eastAsia="Times New Roman" w:cs="Calibri"/>
          <w:b/>
          <w:bCs/>
          <w:color w:val="222222"/>
          <w:kern w:val="36"/>
          <w:sz w:val="28"/>
          <w:szCs w:val="28"/>
        </w:rPr>
        <w:t xml:space="preserve"> </w:t>
      </w:r>
      <w:r w:rsidR="001E3971">
        <w:rPr>
          <w:rFonts w:eastAsia="Times New Roman" w:cs="Calibri"/>
          <w:b/>
          <w:bCs/>
          <w:color w:val="222222"/>
          <w:kern w:val="36"/>
          <w:sz w:val="28"/>
          <w:szCs w:val="28"/>
        </w:rPr>
        <w:t xml:space="preserve">  </w:t>
      </w:r>
      <w:r w:rsidR="00216B06" w:rsidRPr="00216B06">
        <w:rPr>
          <w:rFonts w:eastAsia="Times New Roman" w:cs="Calibri"/>
          <w:b/>
          <w:bCs/>
          <w:color w:val="222222"/>
          <w:kern w:val="36"/>
          <w:sz w:val="28"/>
          <w:szCs w:val="28"/>
        </w:rPr>
        <w:t xml:space="preserve">  </w:t>
      </w:r>
      <w:r w:rsidR="00216B06">
        <w:rPr>
          <w:rFonts w:eastAsia="Times New Roman" w:cs="Calibri"/>
          <w:b/>
          <w:bCs/>
          <w:color w:val="222222"/>
          <w:kern w:val="36"/>
          <w:sz w:val="28"/>
          <w:szCs w:val="28"/>
        </w:rPr>
        <w:t xml:space="preserve"> </w:t>
      </w:r>
      <w:r w:rsidR="001E3971">
        <w:rPr>
          <w:rFonts w:eastAsia="Times New Roman" w:cs="Calibri"/>
          <w:b/>
          <w:bCs/>
          <w:color w:val="222222"/>
          <w:kern w:val="36"/>
          <w:sz w:val="28"/>
          <w:szCs w:val="28"/>
        </w:rPr>
        <w:t xml:space="preserve"> </w:t>
      </w:r>
      <w:r w:rsidR="00216B06" w:rsidRPr="00216B06">
        <w:rPr>
          <w:rFonts w:eastAsia="Times New Roman" w:cs="Calibri"/>
          <w:b/>
          <w:bCs/>
          <w:color w:val="222222"/>
          <w:kern w:val="36"/>
          <w:sz w:val="28"/>
          <w:szCs w:val="28"/>
        </w:rPr>
        <w:t xml:space="preserve"> </w:t>
      </w:r>
      <w:r w:rsidR="00FA2047" w:rsidRPr="00216B06">
        <w:rPr>
          <w:rFonts w:eastAsia="Times New Roman" w:cs="Calibri"/>
          <w:b/>
          <w:bCs/>
          <w:color w:val="222222"/>
          <w:kern w:val="36"/>
          <w:sz w:val="28"/>
          <w:szCs w:val="28"/>
        </w:rPr>
        <w:t>Showcase Products</w:t>
      </w:r>
      <w:r w:rsidR="00216B06" w:rsidRPr="00216B06">
        <w:rPr>
          <w:rFonts w:eastAsia="Times New Roman" w:cs="Calibri"/>
          <w:b/>
          <w:bCs/>
          <w:color w:val="222222"/>
          <w:kern w:val="36"/>
          <w:sz w:val="28"/>
          <w:szCs w:val="28"/>
        </w:rPr>
        <w:t xml:space="preserve">/Services                    </w:t>
      </w:r>
      <w:r w:rsidR="00EA2E95" w:rsidRPr="00216B06">
        <w:rPr>
          <w:rFonts w:eastAsia="Times New Roman" w:cs="Calibri"/>
          <w:b/>
          <w:bCs/>
          <w:color w:val="222222"/>
          <w:kern w:val="36"/>
          <w:sz w:val="28"/>
          <w:szCs w:val="28"/>
        </w:rPr>
        <w:t>Cost Effective</w:t>
      </w:r>
    </w:p>
    <w:p w:rsidR="00896A3C" w:rsidRDefault="00896A3C" w:rsidP="00896A3C">
      <w:pPr>
        <w:shd w:val="clear" w:color="auto" w:fill="FFFFFF"/>
        <w:tabs>
          <w:tab w:val="left" w:pos="2520"/>
        </w:tabs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  <w:r>
        <w:rPr>
          <w:rFonts w:eastAsia="Times New Roman" w:cs="Calibri"/>
          <w:b/>
          <w:bCs/>
          <w:color w:val="222222"/>
          <w:kern w:val="36"/>
          <w:sz w:val="24"/>
          <w:szCs w:val="24"/>
        </w:rPr>
        <w:tab/>
      </w:r>
    </w:p>
    <w:p w:rsidR="009653A2" w:rsidRDefault="00EA2E95" w:rsidP="009653A2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  <w:r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  <w:t>Pages to be Designed</w:t>
      </w:r>
      <w:r w:rsidR="009653A2" w:rsidRPr="00106177"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  <w:t>:</w:t>
      </w:r>
    </w:p>
    <w:p w:rsidR="00EA2E95" w:rsidRDefault="00EA2E95" w:rsidP="009653A2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EA2E95" w:rsidRDefault="00EA2E95" w:rsidP="00EA2E95">
      <w:pPr>
        <w:ind w:left="360"/>
        <w:rPr>
          <w:rFonts w:cs="Calibri"/>
        </w:rPr>
      </w:pPr>
      <w:r w:rsidRPr="00524D0B">
        <w:rPr>
          <w:rFonts w:cs="Calibri"/>
          <w:b/>
        </w:rPr>
        <w:t xml:space="preserve">Home Page </w:t>
      </w:r>
      <w:r w:rsidRPr="00524D0B">
        <w:rPr>
          <w:rFonts w:cs="Calibri"/>
        </w:rPr>
        <w:t xml:space="preserve">with attractive </w:t>
      </w:r>
      <w:r w:rsidR="006907BA">
        <w:rPr>
          <w:rFonts w:cs="Calibri"/>
        </w:rPr>
        <w:t xml:space="preserve">responsive </w:t>
      </w:r>
      <w:r w:rsidRPr="00524D0B">
        <w:rPr>
          <w:rFonts w:cs="Calibri"/>
        </w:rPr>
        <w:t>design</w:t>
      </w:r>
      <w:r w:rsidR="006907BA">
        <w:rPr>
          <w:rFonts w:cs="Calibri"/>
        </w:rPr>
        <w:t>, whatsapp chat, visitors count integration and much more…</w:t>
      </w:r>
    </w:p>
    <w:p w:rsidR="00EA2E95" w:rsidRDefault="00EA2E95" w:rsidP="00EA2E95">
      <w:pPr>
        <w:ind w:left="360"/>
        <w:rPr>
          <w:rFonts w:cs="Calibri"/>
        </w:rPr>
      </w:pPr>
      <w:r>
        <w:rPr>
          <w:rFonts w:cs="Calibri"/>
          <w:b/>
        </w:rPr>
        <w:t>About Us Page with Vision &amp; Mission</w:t>
      </w:r>
      <w:r>
        <w:rPr>
          <w:rFonts w:cs="Calibri"/>
        </w:rPr>
        <w:t xml:space="preserve"> (About Company Details</w:t>
      </w:r>
      <w:r w:rsidRPr="003403F7">
        <w:rPr>
          <w:rFonts w:cs="Calibri"/>
        </w:rPr>
        <w:t>)</w:t>
      </w:r>
    </w:p>
    <w:p w:rsidR="00EA2E95" w:rsidRDefault="00EA2E95" w:rsidP="006907BA">
      <w:pPr>
        <w:ind w:left="360"/>
        <w:rPr>
          <w:rFonts w:cs="Calibri"/>
        </w:rPr>
      </w:pPr>
      <w:r>
        <w:rPr>
          <w:rFonts w:cs="Calibri"/>
          <w:b/>
        </w:rPr>
        <w:t xml:space="preserve">Services Page – </w:t>
      </w:r>
      <w:r w:rsidR="00EA163B">
        <w:rPr>
          <w:rFonts w:cs="Calibri"/>
        </w:rPr>
        <w:t>Household M</w:t>
      </w:r>
      <w:r w:rsidR="003D748F">
        <w:rPr>
          <w:rFonts w:cs="Calibri"/>
        </w:rPr>
        <w:t>oving,</w:t>
      </w:r>
      <w:r w:rsidR="00EA163B">
        <w:rPr>
          <w:rFonts w:cs="Calibri"/>
        </w:rPr>
        <w:t xml:space="preserve"> Commercial M</w:t>
      </w:r>
      <w:r w:rsidR="003D748F">
        <w:rPr>
          <w:rFonts w:cs="Calibri"/>
        </w:rPr>
        <w:t xml:space="preserve">oving, </w:t>
      </w:r>
      <w:r w:rsidR="00054B7E">
        <w:rPr>
          <w:rFonts w:cs="Calibri"/>
        </w:rPr>
        <w:t xml:space="preserve">Car </w:t>
      </w:r>
      <w:r w:rsidR="00EA163B">
        <w:rPr>
          <w:rFonts w:cs="Calibri"/>
        </w:rPr>
        <w:t>Transportation, Ware H</w:t>
      </w:r>
      <w:r w:rsidR="003D748F">
        <w:rPr>
          <w:rFonts w:cs="Calibri"/>
        </w:rPr>
        <w:t>ousing, Loading and Unloading, Industry</w:t>
      </w:r>
      <w:r w:rsidR="006907BA" w:rsidRPr="006907BA">
        <w:rPr>
          <w:rFonts w:cs="Calibri"/>
        </w:rPr>
        <w:t xml:space="preserve"> (Separate Pages)</w:t>
      </w:r>
    </w:p>
    <w:p w:rsidR="00EA2E95" w:rsidRPr="00F2615E" w:rsidRDefault="006907BA" w:rsidP="00EA2E95">
      <w:pPr>
        <w:ind w:left="360"/>
        <w:rPr>
          <w:rFonts w:cs="Calibri"/>
        </w:rPr>
      </w:pPr>
      <w:r>
        <w:rPr>
          <w:rFonts w:cs="Calibri"/>
          <w:b/>
        </w:rPr>
        <w:t xml:space="preserve">Photo </w:t>
      </w:r>
      <w:r w:rsidR="00EA2E95">
        <w:rPr>
          <w:rFonts w:cs="Calibri"/>
          <w:b/>
        </w:rPr>
        <w:t xml:space="preserve">Gallery </w:t>
      </w:r>
      <w:r w:rsidR="00EA2E95">
        <w:rPr>
          <w:rFonts w:cs="Calibri"/>
        </w:rPr>
        <w:t>(</w:t>
      </w:r>
      <w:r>
        <w:rPr>
          <w:rFonts w:cs="Calibri"/>
        </w:rPr>
        <w:t>Up to 10</w:t>
      </w:r>
      <w:r w:rsidR="00EA2E95" w:rsidRPr="00A61BE7">
        <w:rPr>
          <w:rFonts w:cs="Calibri"/>
        </w:rPr>
        <w:t xml:space="preserve"> </w:t>
      </w:r>
      <w:r w:rsidR="00EA2E95">
        <w:rPr>
          <w:rFonts w:cs="Calibri"/>
        </w:rPr>
        <w:t>Images</w:t>
      </w:r>
      <w:r w:rsidR="00EA2E95" w:rsidRPr="00F2615E">
        <w:rPr>
          <w:rFonts w:cs="Calibri"/>
        </w:rPr>
        <w:t>)</w:t>
      </w:r>
    </w:p>
    <w:p w:rsidR="00EA2E95" w:rsidRPr="00E90335" w:rsidRDefault="006907BA" w:rsidP="00EA2E95">
      <w:pPr>
        <w:ind w:left="360"/>
        <w:rPr>
          <w:rFonts w:cs="Calibri"/>
        </w:rPr>
      </w:pPr>
      <w:r>
        <w:rPr>
          <w:rFonts w:cs="Calibri"/>
          <w:b/>
        </w:rPr>
        <w:t>Enquiry</w:t>
      </w:r>
      <w:r w:rsidR="00EA2E95" w:rsidRPr="00524D0B">
        <w:rPr>
          <w:rFonts w:cs="Calibri"/>
          <w:b/>
        </w:rPr>
        <w:t xml:space="preserve"> Page </w:t>
      </w:r>
      <w:r>
        <w:rPr>
          <w:rFonts w:cs="Calibri"/>
        </w:rPr>
        <w:t xml:space="preserve">Customer Enquiry will be sent to Admin Email </w:t>
      </w:r>
    </w:p>
    <w:p w:rsidR="00EA2E95" w:rsidRDefault="00EA2E95" w:rsidP="00EA2E95">
      <w:pPr>
        <w:ind w:left="360"/>
        <w:rPr>
          <w:rFonts w:cs="Calibri"/>
        </w:rPr>
      </w:pPr>
      <w:r w:rsidRPr="00524D0B">
        <w:rPr>
          <w:rFonts w:cs="Calibri"/>
          <w:b/>
        </w:rPr>
        <w:t xml:space="preserve">Contact Us Page </w:t>
      </w:r>
      <w:r w:rsidR="006907BA">
        <w:rPr>
          <w:rFonts w:cs="Calibri"/>
        </w:rPr>
        <w:t>Contact Details w</w:t>
      </w:r>
      <w:r w:rsidRPr="00524D0B">
        <w:rPr>
          <w:rFonts w:cs="Calibri"/>
        </w:rPr>
        <w:t>ith Gmap</w:t>
      </w:r>
      <w:r w:rsidR="006907BA">
        <w:rPr>
          <w:rFonts w:cs="Calibri"/>
        </w:rPr>
        <w:t xml:space="preserve"> Integration</w:t>
      </w:r>
    </w:p>
    <w:p w:rsidR="006907BA" w:rsidRDefault="009306C9" w:rsidP="006C6EA7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  <w:r>
        <w:rPr>
          <w:rFonts w:eastAsia="Times New Roman" w:cs="Calibri"/>
          <w:b/>
          <w:bCs/>
          <w:color w:val="222222"/>
          <w:sz w:val="32"/>
          <w:szCs w:val="32"/>
          <w:u w:val="single"/>
        </w:rPr>
        <w:t>Pricing</w:t>
      </w:r>
      <w:r w:rsidR="00402B59" w:rsidRPr="00AC0970">
        <w:rPr>
          <w:rFonts w:eastAsia="Times New Roman" w:cs="Calibri"/>
          <w:b/>
          <w:bCs/>
          <w:color w:val="222222"/>
          <w:sz w:val="32"/>
          <w:szCs w:val="32"/>
          <w:u w:val="single"/>
        </w:rPr>
        <w:t xml:space="preserve"> Details:</w:t>
      </w:r>
    </w:p>
    <w:tbl>
      <w:tblPr>
        <w:tblW w:w="10380" w:type="dxa"/>
        <w:tblInd w:w="93" w:type="dxa"/>
        <w:tblLook w:val="04A0"/>
      </w:tblPr>
      <w:tblGrid>
        <w:gridCol w:w="915"/>
        <w:gridCol w:w="7745"/>
        <w:gridCol w:w="1720"/>
      </w:tblGrid>
      <w:tr w:rsidR="006907BA" w:rsidRPr="005F0177" w:rsidTr="006907BA">
        <w:trPr>
          <w:trHeight w:val="37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6907BA" w:rsidRPr="006907BA" w:rsidRDefault="006907BA" w:rsidP="006907B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S/No</w:t>
            </w:r>
          </w:p>
        </w:tc>
        <w:tc>
          <w:tcPr>
            <w:tcW w:w="7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6907BA" w:rsidRPr="006907BA" w:rsidRDefault="006907BA" w:rsidP="006907B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Nature of Service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6907BA" w:rsidRPr="006907BA" w:rsidRDefault="006907BA" w:rsidP="006907B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Amount</w:t>
            </w:r>
          </w:p>
        </w:tc>
      </w:tr>
      <w:tr w:rsidR="006907BA" w:rsidRPr="005F0177" w:rsidTr="006907BA">
        <w:trPr>
          <w:trHeight w:val="34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907BA" w:rsidRPr="006907BA" w:rsidRDefault="006907BA" w:rsidP="006907B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1</w:t>
            </w:r>
          </w:p>
        </w:tc>
        <w:tc>
          <w:tcPr>
            <w:tcW w:w="7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907BA" w:rsidRPr="006907BA" w:rsidRDefault="006907BA" w:rsidP="006907B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Domain &amp; 1G</w:t>
            </w:r>
            <w:r w:rsidR="003D748F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 xml:space="preserve">b Server Charges for 1 Year (Oct </w:t>
            </w:r>
            <w:r w:rsidR="008128E4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2021-2022</w:t>
            </w: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907BA" w:rsidRPr="006907BA" w:rsidRDefault="006907BA" w:rsidP="006907B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Rs.3000/-</w:t>
            </w:r>
          </w:p>
        </w:tc>
      </w:tr>
      <w:tr w:rsidR="006907BA" w:rsidRPr="005F0177" w:rsidTr="006907BA">
        <w:trPr>
          <w:trHeight w:val="34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907BA" w:rsidRPr="006907BA" w:rsidRDefault="006907BA" w:rsidP="006907B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2</w:t>
            </w:r>
          </w:p>
        </w:tc>
        <w:tc>
          <w:tcPr>
            <w:tcW w:w="7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907BA" w:rsidRPr="006907BA" w:rsidRDefault="006907BA" w:rsidP="006907B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Static Website Designing Charges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907BA" w:rsidRPr="006907BA" w:rsidRDefault="00CA78BC" w:rsidP="006907B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Rs.12</w:t>
            </w:r>
            <w:r w:rsidR="006907BA"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  <w:tr w:rsidR="003D748F" w:rsidRPr="005F0177" w:rsidTr="006907BA">
        <w:trPr>
          <w:trHeight w:val="34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3D748F" w:rsidRPr="00A148A6" w:rsidRDefault="003D748F" w:rsidP="006907B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00"/>
                <w:sz w:val="26"/>
                <w:szCs w:val="26"/>
              </w:rPr>
            </w:pPr>
          </w:p>
        </w:tc>
        <w:tc>
          <w:tcPr>
            <w:tcW w:w="7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A148A6" w:rsidRPr="00A148A6" w:rsidRDefault="00A148A6" w:rsidP="00A148A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00"/>
                <w:sz w:val="26"/>
                <w:szCs w:val="26"/>
              </w:rPr>
            </w:pPr>
            <w:r w:rsidRPr="00A148A6">
              <w:rPr>
                <w:rFonts w:eastAsia="Times New Roman"/>
                <w:b/>
                <w:bCs/>
                <w:color w:val="FFFF00"/>
                <w:sz w:val="26"/>
                <w:szCs w:val="26"/>
              </w:rPr>
              <w:t>Less Discount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3D748F" w:rsidRPr="00A148A6" w:rsidRDefault="00835644" w:rsidP="006907B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00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00"/>
                <w:sz w:val="26"/>
                <w:szCs w:val="26"/>
              </w:rPr>
              <w:t xml:space="preserve">(-) </w:t>
            </w:r>
            <w:r w:rsidR="00CA78BC">
              <w:rPr>
                <w:rFonts w:eastAsia="Times New Roman"/>
                <w:b/>
                <w:bCs/>
                <w:color w:val="FFFF00"/>
                <w:sz w:val="26"/>
                <w:szCs w:val="26"/>
              </w:rPr>
              <w:t>Rs.3</w:t>
            </w:r>
            <w:r w:rsidR="00A148A6" w:rsidRPr="00A148A6">
              <w:rPr>
                <w:rFonts w:eastAsia="Times New Roman"/>
                <w:b/>
                <w:bCs/>
                <w:color w:val="FFFF00"/>
                <w:sz w:val="26"/>
                <w:szCs w:val="26"/>
              </w:rPr>
              <w:t>000/-</w:t>
            </w:r>
          </w:p>
        </w:tc>
      </w:tr>
      <w:tr w:rsidR="006907BA" w:rsidRPr="005F0177" w:rsidTr="006907BA">
        <w:trPr>
          <w:trHeight w:val="345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C1C3F"/>
            <w:noWrap/>
            <w:vAlign w:val="center"/>
            <w:hideMark/>
          </w:tcPr>
          <w:p w:rsidR="006907BA" w:rsidRPr="006907BA" w:rsidRDefault="006907BA" w:rsidP="006907B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TOTAL COST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6907BA" w:rsidRPr="006907BA" w:rsidRDefault="00CA78BC" w:rsidP="006907B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Rs.12,</w:t>
            </w:r>
            <w:r w:rsidR="006907BA"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</w:tbl>
    <w:p w:rsidR="006907BA" w:rsidRDefault="006907BA" w:rsidP="006C6EA7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tbl>
      <w:tblPr>
        <w:tblW w:w="8385" w:type="dxa"/>
        <w:jc w:val="center"/>
        <w:tblInd w:w="93" w:type="dxa"/>
        <w:tblLook w:val="04A0"/>
      </w:tblPr>
      <w:tblGrid>
        <w:gridCol w:w="5720"/>
        <w:gridCol w:w="2665"/>
      </w:tblGrid>
      <w:tr w:rsidR="002A3CB9" w:rsidRPr="005F0177" w:rsidTr="00587128">
        <w:trPr>
          <w:trHeight w:val="375"/>
          <w:jc w:val="center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2A3CB9" w:rsidRPr="00094DC5" w:rsidRDefault="002A3CB9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094DC5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Time Requirement for Design &amp; Development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A3CB9" w:rsidRPr="00094DC5" w:rsidRDefault="002A3CB9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094DC5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10 Working Days</w:t>
            </w:r>
          </w:p>
        </w:tc>
      </w:tr>
      <w:tr w:rsidR="002A3CB9" w:rsidRPr="005F0177" w:rsidTr="00587128">
        <w:trPr>
          <w:trHeight w:val="375"/>
          <w:jc w:val="center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2A3CB9" w:rsidRPr="00094DC5" w:rsidRDefault="002A3CB9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Note : Renewal Amount for every year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A3CB9" w:rsidRPr="00094DC5" w:rsidRDefault="002A3CB9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Rs.3000/- Per Year</w:t>
            </w:r>
          </w:p>
        </w:tc>
      </w:tr>
    </w:tbl>
    <w:p w:rsidR="002A3CB9" w:rsidRDefault="002A3CB9" w:rsidP="006C6EA7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p w:rsidR="002A3CB9" w:rsidRDefault="002A3CB9" w:rsidP="006C6EA7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p w:rsidR="002A3CB9" w:rsidRDefault="002A3CB9" w:rsidP="006C6EA7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p w:rsidR="002A3CB9" w:rsidRDefault="002A3CB9" w:rsidP="006C6EA7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p w:rsidR="002A3CB9" w:rsidRDefault="002A3CB9" w:rsidP="006C6EA7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p w:rsidR="002A3CB9" w:rsidRDefault="002A3CB9" w:rsidP="006C6EA7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p w:rsidR="002A3CB9" w:rsidRDefault="002A3CB9" w:rsidP="006C6EA7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tbl>
      <w:tblPr>
        <w:tblW w:w="10380" w:type="dxa"/>
        <w:tblInd w:w="93" w:type="dxa"/>
        <w:tblLook w:val="04A0"/>
      </w:tblPr>
      <w:tblGrid>
        <w:gridCol w:w="915"/>
        <w:gridCol w:w="7830"/>
        <w:gridCol w:w="1635"/>
      </w:tblGrid>
      <w:tr w:rsidR="00D145F2" w:rsidRPr="005F0177" w:rsidTr="00835644">
        <w:trPr>
          <w:trHeight w:val="37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D145F2" w:rsidRPr="006907BA" w:rsidRDefault="00D145F2" w:rsidP="000326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lastRenderedPageBreak/>
              <w:t>S/No</w:t>
            </w:r>
          </w:p>
        </w:tc>
        <w:tc>
          <w:tcPr>
            <w:tcW w:w="7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D145F2" w:rsidRPr="006907BA" w:rsidRDefault="00054B7E" w:rsidP="000326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SEO For THENI City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D145F2" w:rsidRPr="006907BA" w:rsidRDefault="00D145F2" w:rsidP="000326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Amount</w:t>
            </w:r>
          </w:p>
        </w:tc>
      </w:tr>
      <w:tr w:rsidR="00D145F2" w:rsidRPr="005F0177" w:rsidTr="00835644">
        <w:trPr>
          <w:trHeight w:val="34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D145F2" w:rsidRPr="006907BA" w:rsidRDefault="00D145F2" w:rsidP="000326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1</w:t>
            </w:r>
          </w:p>
        </w:tc>
        <w:tc>
          <w:tcPr>
            <w:tcW w:w="7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054B7E" w:rsidRDefault="00835644" w:rsidP="000326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SEO (1</w:t>
            </w:r>
            <w:r w:rsidRPr="00835644">
              <w:rPr>
                <w:rFonts w:eastAsia="Times New Roman"/>
                <w:b/>
                <w:bCs/>
                <w:color w:val="FFFFFF"/>
                <w:sz w:val="26"/>
                <w:szCs w:val="26"/>
                <w:vertAlign w:val="superscript"/>
              </w:rPr>
              <w:t>st</w:t>
            </w: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 xml:space="preserve"> Page in Google Search) Work Cost (Rs.4000/- * 8 Months)</w:t>
            </w:r>
          </w:p>
          <w:p w:rsidR="00D145F2" w:rsidRPr="006907BA" w:rsidRDefault="00054B7E" w:rsidP="000326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For One C</w:t>
            </w:r>
            <w:r w:rsidR="00AF134B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ity-Theni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D145F2" w:rsidRPr="006907BA" w:rsidRDefault="00D145F2" w:rsidP="000326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Rs.3</w:t>
            </w:r>
            <w:r w:rsidR="00835644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2,</w:t>
            </w: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  <w:tr w:rsidR="00AF134B" w:rsidRPr="005F0177" w:rsidTr="00835644">
        <w:trPr>
          <w:trHeight w:val="34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AF134B" w:rsidRPr="006907BA" w:rsidRDefault="00AF134B" w:rsidP="000326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</w:p>
        </w:tc>
        <w:tc>
          <w:tcPr>
            <w:tcW w:w="7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AF134B" w:rsidRPr="00E11BF4" w:rsidRDefault="00AF134B" w:rsidP="00E11BF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00"/>
                <w:sz w:val="26"/>
                <w:szCs w:val="26"/>
              </w:rPr>
            </w:pPr>
            <w:r w:rsidRPr="00E11BF4">
              <w:rPr>
                <w:rFonts w:eastAsia="Times New Roman"/>
                <w:b/>
                <w:bCs/>
                <w:color w:val="FFFF00"/>
                <w:sz w:val="26"/>
                <w:szCs w:val="26"/>
              </w:rPr>
              <w:t xml:space="preserve">Less Discount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AF134B" w:rsidRPr="00E11BF4" w:rsidRDefault="00054B7E" w:rsidP="000326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00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00"/>
                <w:sz w:val="26"/>
                <w:szCs w:val="26"/>
              </w:rPr>
              <w:t xml:space="preserve">(-) </w:t>
            </w:r>
            <w:r w:rsidR="00E11BF4">
              <w:rPr>
                <w:rFonts w:eastAsia="Times New Roman"/>
                <w:b/>
                <w:bCs/>
                <w:color w:val="FFFF00"/>
                <w:sz w:val="26"/>
                <w:szCs w:val="26"/>
              </w:rPr>
              <w:t>Rs.8</w:t>
            </w:r>
            <w:r w:rsidR="00E11BF4" w:rsidRPr="00E11BF4">
              <w:rPr>
                <w:rFonts w:eastAsia="Times New Roman"/>
                <w:b/>
                <w:bCs/>
                <w:color w:val="FFFF00"/>
                <w:sz w:val="26"/>
                <w:szCs w:val="26"/>
              </w:rPr>
              <w:t>000</w:t>
            </w:r>
          </w:p>
        </w:tc>
      </w:tr>
      <w:tr w:rsidR="00D145F2" w:rsidRPr="005F0177" w:rsidTr="00835644">
        <w:trPr>
          <w:trHeight w:val="345"/>
        </w:trPr>
        <w:tc>
          <w:tcPr>
            <w:tcW w:w="8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C1C3F"/>
            <w:noWrap/>
            <w:vAlign w:val="center"/>
            <w:hideMark/>
          </w:tcPr>
          <w:p w:rsidR="00D145F2" w:rsidRPr="006907BA" w:rsidRDefault="00D145F2" w:rsidP="000326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TOTAL COST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D145F2" w:rsidRPr="006907BA" w:rsidRDefault="00E11BF4" w:rsidP="000326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Rs.24</w:t>
            </w:r>
            <w:r w:rsidR="00835644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,</w:t>
            </w:r>
            <w:r w:rsidR="00D145F2"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</w:tbl>
    <w:p w:rsidR="00D145F2" w:rsidRDefault="00D145F2" w:rsidP="006C6EA7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tbl>
      <w:tblPr>
        <w:tblW w:w="10380" w:type="dxa"/>
        <w:tblInd w:w="93" w:type="dxa"/>
        <w:tblLook w:val="04A0"/>
      </w:tblPr>
      <w:tblGrid>
        <w:gridCol w:w="915"/>
        <w:gridCol w:w="7830"/>
        <w:gridCol w:w="1635"/>
      </w:tblGrid>
      <w:tr w:rsidR="00E11BF4" w:rsidRPr="005F0177" w:rsidTr="00587128">
        <w:trPr>
          <w:trHeight w:val="37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E11BF4" w:rsidRPr="006907BA" w:rsidRDefault="00E11BF4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S/No</w:t>
            </w:r>
          </w:p>
        </w:tc>
        <w:tc>
          <w:tcPr>
            <w:tcW w:w="7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E11BF4" w:rsidRPr="006907BA" w:rsidRDefault="00054B7E" w:rsidP="00054B7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SEO For DINDUGUL City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E11BF4" w:rsidRPr="006907BA" w:rsidRDefault="00E11BF4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Amount</w:t>
            </w:r>
          </w:p>
        </w:tc>
      </w:tr>
      <w:tr w:rsidR="00E11BF4" w:rsidRPr="005F0177" w:rsidTr="00587128">
        <w:trPr>
          <w:trHeight w:val="34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E11BF4" w:rsidRPr="006907BA" w:rsidRDefault="00E11BF4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1</w:t>
            </w:r>
          </w:p>
        </w:tc>
        <w:tc>
          <w:tcPr>
            <w:tcW w:w="7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054B7E" w:rsidRDefault="00E11BF4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SEO (1</w:t>
            </w:r>
            <w:r w:rsidRPr="00835644">
              <w:rPr>
                <w:rFonts w:eastAsia="Times New Roman"/>
                <w:b/>
                <w:bCs/>
                <w:color w:val="FFFFFF"/>
                <w:sz w:val="26"/>
                <w:szCs w:val="26"/>
                <w:vertAlign w:val="superscript"/>
              </w:rPr>
              <w:t>st</w:t>
            </w: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 xml:space="preserve"> Page in Google Search) Work Cost (Rs.4000/- * 8 Months)</w:t>
            </w:r>
          </w:p>
          <w:p w:rsidR="00E11BF4" w:rsidRPr="006907BA" w:rsidRDefault="00054B7E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For One C</w:t>
            </w:r>
            <w:r w:rsidR="00E11BF4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ity-Dindugul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E11BF4" w:rsidRPr="006907BA" w:rsidRDefault="00E11BF4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Rs.3</w:t>
            </w: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2,</w:t>
            </w: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  <w:tr w:rsidR="00E11BF4" w:rsidRPr="005F0177" w:rsidTr="00587128">
        <w:trPr>
          <w:trHeight w:val="34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E11BF4" w:rsidRPr="006907BA" w:rsidRDefault="00E11BF4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</w:p>
        </w:tc>
        <w:tc>
          <w:tcPr>
            <w:tcW w:w="7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E11BF4" w:rsidRPr="00E11BF4" w:rsidRDefault="00E11BF4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00"/>
                <w:sz w:val="26"/>
                <w:szCs w:val="26"/>
              </w:rPr>
            </w:pPr>
            <w:r w:rsidRPr="00E11BF4">
              <w:rPr>
                <w:rFonts w:eastAsia="Times New Roman"/>
                <w:b/>
                <w:bCs/>
                <w:color w:val="FFFF00"/>
                <w:sz w:val="26"/>
                <w:szCs w:val="26"/>
              </w:rPr>
              <w:t xml:space="preserve">Less Discount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E11BF4" w:rsidRPr="00E11BF4" w:rsidRDefault="002A3CB9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00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00"/>
                <w:sz w:val="26"/>
                <w:szCs w:val="26"/>
              </w:rPr>
              <w:t xml:space="preserve">(-) </w:t>
            </w:r>
            <w:r w:rsidR="00E11BF4">
              <w:rPr>
                <w:rFonts w:eastAsia="Times New Roman"/>
                <w:b/>
                <w:bCs/>
                <w:color w:val="FFFF00"/>
                <w:sz w:val="26"/>
                <w:szCs w:val="26"/>
              </w:rPr>
              <w:t>Rs.8</w:t>
            </w:r>
            <w:r w:rsidR="00E11BF4" w:rsidRPr="00E11BF4">
              <w:rPr>
                <w:rFonts w:eastAsia="Times New Roman"/>
                <w:b/>
                <w:bCs/>
                <w:color w:val="FFFF00"/>
                <w:sz w:val="26"/>
                <w:szCs w:val="26"/>
              </w:rPr>
              <w:t>000</w:t>
            </w:r>
          </w:p>
        </w:tc>
      </w:tr>
      <w:tr w:rsidR="00E11BF4" w:rsidRPr="005F0177" w:rsidTr="00587128">
        <w:trPr>
          <w:trHeight w:val="345"/>
        </w:trPr>
        <w:tc>
          <w:tcPr>
            <w:tcW w:w="8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C1C3F"/>
            <w:noWrap/>
            <w:vAlign w:val="center"/>
            <w:hideMark/>
          </w:tcPr>
          <w:p w:rsidR="00E11BF4" w:rsidRPr="006907BA" w:rsidRDefault="00E11BF4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TOTAL COST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E11BF4" w:rsidRPr="006907BA" w:rsidRDefault="00E11BF4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Rs.24,</w:t>
            </w: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</w:tbl>
    <w:p w:rsidR="00E11BF4" w:rsidRDefault="00E11BF4" w:rsidP="00E11BF4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tbl>
      <w:tblPr>
        <w:tblW w:w="10380" w:type="dxa"/>
        <w:tblInd w:w="93" w:type="dxa"/>
        <w:tblLook w:val="04A0"/>
      </w:tblPr>
      <w:tblGrid>
        <w:gridCol w:w="915"/>
        <w:gridCol w:w="7830"/>
        <w:gridCol w:w="1635"/>
      </w:tblGrid>
      <w:tr w:rsidR="00FF7852" w:rsidRPr="005F0177" w:rsidTr="00587128">
        <w:trPr>
          <w:trHeight w:val="37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FF7852" w:rsidRPr="006907BA" w:rsidRDefault="00FF7852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S/No</w:t>
            </w:r>
          </w:p>
        </w:tc>
        <w:tc>
          <w:tcPr>
            <w:tcW w:w="7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FF7852" w:rsidRPr="006907BA" w:rsidRDefault="00D7284D" w:rsidP="00D7284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SEO For MADURAI City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FF7852" w:rsidRPr="006907BA" w:rsidRDefault="00FF7852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Amount</w:t>
            </w:r>
          </w:p>
        </w:tc>
      </w:tr>
      <w:tr w:rsidR="00FF7852" w:rsidRPr="005F0177" w:rsidTr="00587128">
        <w:trPr>
          <w:trHeight w:val="34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FF7852" w:rsidRPr="006907BA" w:rsidRDefault="00FF7852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1</w:t>
            </w:r>
          </w:p>
        </w:tc>
        <w:tc>
          <w:tcPr>
            <w:tcW w:w="7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D7284D" w:rsidRDefault="00FF7852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SEO (1</w:t>
            </w:r>
            <w:r w:rsidRPr="00835644">
              <w:rPr>
                <w:rFonts w:eastAsia="Times New Roman"/>
                <w:b/>
                <w:bCs/>
                <w:color w:val="FFFFFF"/>
                <w:sz w:val="26"/>
                <w:szCs w:val="26"/>
                <w:vertAlign w:val="superscript"/>
              </w:rPr>
              <w:t>st</w:t>
            </w: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 xml:space="preserve"> Page in Google Search) Work Cost (Rs.4000/- * 8 Months)</w:t>
            </w:r>
          </w:p>
          <w:p w:rsidR="00FF7852" w:rsidRPr="006907BA" w:rsidRDefault="00FF7852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For one city-Madurai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FF7852" w:rsidRPr="006907BA" w:rsidRDefault="00FF7852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Rs.3</w:t>
            </w: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2,</w:t>
            </w: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  <w:tr w:rsidR="00FF7852" w:rsidRPr="005F0177" w:rsidTr="00587128">
        <w:trPr>
          <w:trHeight w:val="34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FF7852" w:rsidRPr="006907BA" w:rsidRDefault="00FF7852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</w:p>
        </w:tc>
        <w:tc>
          <w:tcPr>
            <w:tcW w:w="7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FF7852" w:rsidRPr="00E11BF4" w:rsidRDefault="00FF7852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00"/>
                <w:sz w:val="26"/>
                <w:szCs w:val="26"/>
              </w:rPr>
            </w:pPr>
            <w:r w:rsidRPr="00E11BF4">
              <w:rPr>
                <w:rFonts w:eastAsia="Times New Roman"/>
                <w:b/>
                <w:bCs/>
                <w:color w:val="FFFF00"/>
                <w:sz w:val="26"/>
                <w:szCs w:val="26"/>
              </w:rPr>
              <w:t xml:space="preserve">Less Discount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FF7852" w:rsidRPr="00E11BF4" w:rsidRDefault="002A3CB9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00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00"/>
                <w:sz w:val="26"/>
                <w:szCs w:val="26"/>
              </w:rPr>
              <w:t xml:space="preserve">(-) </w:t>
            </w:r>
            <w:r w:rsidR="00FF7852">
              <w:rPr>
                <w:rFonts w:eastAsia="Times New Roman"/>
                <w:b/>
                <w:bCs/>
                <w:color w:val="FFFF00"/>
                <w:sz w:val="26"/>
                <w:szCs w:val="26"/>
              </w:rPr>
              <w:t>Rs.8</w:t>
            </w:r>
            <w:r w:rsidR="00FF7852" w:rsidRPr="00E11BF4">
              <w:rPr>
                <w:rFonts w:eastAsia="Times New Roman"/>
                <w:b/>
                <w:bCs/>
                <w:color w:val="FFFF00"/>
                <w:sz w:val="26"/>
                <w:szCs w:val="26"/>
              </w:rPr>
              <w:t>000</w:t>
            </w:r>
          </w:p>
        </w:tc>
      </w:tr>
      <w:tr w:rsidR="00FF7852" w:rsidRPr="005F0177" w:rsidTr="00587128">
        <w:trPr>
          <w:trHeight w:val="345"/>
        </w:trPr>
        <w:tc>
          <w:tcPr>
            <w:tcW w:w="8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C1C3F"/>
            <w:noWrap/>
            <w:vAlign w:val="center"/>
            <w:hideMark/>
          </w:tcPr>
          <w:p w:rsidR="00FF7852" w:rsidRPr="006907BA" w:rsidRDefault="00FF7852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TOTAL COST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FF7852" w:rsidRPr="006907BA" w:rsidRDefault="00FF7852" w:rsidP="005871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Rs.24,</w:t>
            </w: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</w:tbl>
    <w:p w:rsidR="007242A2" w:rsidRDefault="007242A2" w:rsidP="006C6EA7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p w:rsidR="00835644" w:rsidRDefault="00835644" w:rsidP="006C6EA7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tbl>
      <w:tblPr>
        <w:tblW w:w="7019" w:type="dxa"/>
        <w:jc w:val="center"/>
        <w:tblInd w:w="741" w:type="dxa"/>
        <w:tblLook w:val="04A0"/>
      </w:tblPr>
      <w:tblGrid>
        <w:gridCol w:w="5072"/>
        <w:gridCol w:w="1947"/>
      </w:tblGrid>
      <w:tr w:rsidR="00094DC5" w:rsidRPr="005F0177" w:rsidTr="00BB2C61">
        <w:trPr>
          <w:trHeight w:val="375"/>
          <w:jc w:val="center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094DC5" w:rsidRPr="00094DC5" w:rsidRDefault="00094DC5" w:rsidP="007242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094DC5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 xml:space="preserve">Time Requirement for </w:t>
            </w:r>
            <w:r w:rsidR="007242A2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SEO Work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094DC5" w:rsidRPr="00094DC5" w:rsidRDefault="007242A2" w:rsidP="00094D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8 Months</w:t>
            </w:r>
          </w:p>
        </w:tc>
      </w:tr>
    </w:tbl>
    <w:p w:rsidR="006907BA" w:rsidRDefault="006907BA" w:rsidP="006C6EA7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p w:rsidR="00D145F2" w:rsidRDefault="00D11432" w:rsidP="00D11432">
      <w:pPr>
        <w:shd w:val="clear" w:color="auto" w:fill="FFFFFF"/>
        <w:spacing w:before="16" w:after="0" w:line="280" w:lineRule="atLeast"/>
        <w:jc w:val="both"/>
        <w:rPr>
          <w:rFonts w:ascii="Tahoma" w:eastAsia="Times New Roman" w:hAnsi="Tahoma" w:cs="Tahoma"/>
          <w:color w:val="222222"/>
          <w:sz w:val="28"/>
          <w:szCs w:val="28"/>
        </w:rPr>
      </w:pPr>
      <w:r w:rsidRPr="00682C6D">
        <w:rPr>
          <w:rFonts w:ascii="Tahoma" w:eastAsia="Times New Roman" w:hAnsi="Tahoma" w:cs="Tahoma"/>
          <w:color w:val="222222"/>
          <w:sz w:val="28"/>
          <w:szCs w:val="28"/>
        </w:rPr>
        <w:t> </w:t>
      </w:r>
    </w:p>
    <w:p w:rsidR="007355DF" w:rsidRPr="00A148A6" w:rsidRDefault="007355DF" w:rsidP="00D11432">
      <w:pPr>
        <w:shd w:val="clear" w:color="auto" w:fill="FFFFFF"/>
        <w:spacing w:before="16" w:after="0" w:line="280" w:lineRule="atLeast"/>
        <w:jc w:val="both"/>
        <w:rPr>
          <w:rFonts w:ascii="Tahoma" w:eastAsia="Times New Roman" w:hAnsi="Tahoma" w:cs="Tahoma"/>
          <w:color w:val="222222"/>
          <w:sz w:val="28"/>
          <w:szCs w:val="28"/>
        </w:rPr>
      </w:pPr>
      <w:r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  <w:t xml:space="preserve">Our Clients : </w:t>
      </w:r>
    </w:p>
    <w:p w:rsidR="007355DF" w:rsidRDefault="007355DF" w:rsidP="00D11432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9D5FE5" w:rsidRDefault="00B05999" w:rsidP="00D11432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  <w:r>
        <w:rPr>
          <w:rFonts w:eastAsia="Times New Roman" w:cs="Calibri"/>
          <w:b/>
          <w:noProof/>
          <w:color w:val="222222"/>
          <w:kern w:val="36"/>
          <w:sz w:val="24"/>
          <w:szCs w:val="24"/>
        </w:rPr>
        <w:drawing>
          <wp:inline distT="0" distB="0" distL="0" distR="0">
            <wp:extent cx="1390015" cy="570865"/>
            <wp:effectExtent l="0" t="0" r="635" b="0"/>
            <wp:docPr id="5" name="Picture 13" descr="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1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4DC4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</w:t>
      </w:r>
      <w:r w:rsidR="007A0600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 </w:t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</w:rPr>
        <w:drawing>
          <wp:inline distT="0" distB="0" distL="0" distR="0">
            <wp:extent cx="2084705" cy="482600"/>
            <wp:effectExtent l="19050" t="0" r="0" b="0"/>
            <wp:docPr id="6" name="Picture 14" descr="232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23232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55DF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</w:t>
      </w:r>
      <w:r w:rsidR="00BC4DC4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 </w:t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</w:rPr>
        <w:drawing>
          <wp:inline distT="0" distB="0" distL="0" distR="0">
            <wp:extent cx="1660525" cy="577850"/>
            <wp:effectExtent l="0" t="0" r="0" b="0"/>
            <wp:docPr id="7" name="Picture 16" descr="sk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ky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4DC4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</w:t>
      </w:r>
      <w:r>
        <w:rPr>
          <w:noProof/>
        </w:rPr>
        <w:drawing>
          <wp:inline distT="0" distB="0" distL="0" distR="0">
            <wp:extent cx="1060450" cy="614680"/>
            <wp:effectExtent l="19050" t="0" r="6350" b="0"/>
            <wp:docPr id="8" name="Picture 1" descr="Jsp Dental Clin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sp Dental Clinic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55DF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</w:t>
      </w:r>
    </w:p>
    <w:p w:rsidR="009D5FE5" w:rsidRDefault="009D5FE5" w:rsidP="00D11432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</w:p>
    <w:p w:rsidR="009D5FE5" w:rsidRDefault="009D5FE5" w:rsidP="00D11432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</w:p>
    <w:p w:rsidR="007355DF" w:rsidRDefault="00B05999" w:rsidP="00D11432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  <w:r>
        <w:rPr>
          <w:rFonts w:eastAsia="Times New Roman" w:cs="Calibri"/>
          <w:b/>
          <w:noProof/>
          <w:color w:val="222222"/>
          <w:kern w:val="36"/>
          <w:sz w:val="24"/>
          <w:szCs w:val="24"/>
        </w:rPr>
        <w:drawing>
          <wp:inline distT="0" distB="0" distL="0" distR="0">
            <wp:extent cx="1111885" cy="1111885"/>
            <wp:effectExtent l="19050" t="0" r="0" b="0"/>
            <wp:docPr id="9" name="Picture 19" descr="kal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alam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1256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</w:t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</w:rPr>
        <w:drawing>
          <wp:inline distT="0" distB="0" distL="0" distR="0">
            <wp:extent cx="1045845" cy="1068070"/>
            <wp:effectExtent l="19050" t="0" r="1905" b="0"/>
            <wp:docPr id="10" name="Picture 20" descr="winw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winways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845" cy="1068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</w:rPr>
        <w:drawing>
          <wp:inline distT="0" distB="0" distL="0" distR="0">
            <wp:extent cx="1587500" cy="1111885"/>
            <wp:effectExtent l="19050" t="0" r="0" b="0"/>
            <wp:docPr id="11" name="Picture 21" descr="pc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cl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14475" cy="804545"/>
            <wp:effectExtent l="19050" t="0" r="9525" b="0"/>
            <wp:docPr id="12" name="Picture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</w:rPr>
        <w:drawing>
          <wp:inline distT="0" distB="0" distL="0" distR="0">
            <wp:extent cx="1192530" cy="1134110"/>
            <wp:effectExtent l="19050" t="0" r="7620" b="0"/>
            <wp:docPr id="13" name="Picture 27" descr="mm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mmm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134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256" w:rsidRDefault="002F1256" w:rsidP="00D11432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</w:p>
    <w:p w:rsidR="002F1256" w:rsidRDefault="002F1256" w:rsidP="00D11432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</w:p>
    <w:p w:rsidR="00FF7852" w:rsidRPr="002A3CB9" w:rsidRDefault="00B05999" w:rsidP="00D11432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  <w:r>
        <w:rPr>
          <w:noProof/>
        </w:rPr>
        <w:drawing>
          <wp:inline distT="0" distB="0" distL="0" distR="0">
            <wp:extent cx="1865630" cy="511810"/>
            <wp:effectExtent l="0" t="0" r="0" b="0"/>
            <wp:docPr id="14" name="Picture 10" descr="https://www.tirunelvelidecorators.com/images/resourc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tirunelvelidecorators.com/images/resource/logo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51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4B5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>
            <wp:extent cx="1997075" cy="570865"/>
            <wp:effectExtent l="19050" t="0" r="3175" b="0"/>
            <wp:docPr id="15" name="Picture 13" descr="site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ite-logo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75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4B5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</w:t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</w:rPr>
        <w:drawing>
          <wp:inline distT="0" distB="0" distL="0" distR="0">
            <wp:extent cx="1668145" cy="658495"/>
            <wp:effectExtent l="0" t="0" r="8255" b="0"/>
            <wp:docPr id="16" name="Picture 7" descr="http://www.sriayyanpackersandmovers.com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riayyanpackersandmovers.com/img/logo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145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4B5"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</w:t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</w:rPr>
        <w:drawing>
          <wp:inline distT="0" distB="0" distL="0" distR="0">
            <wp:extent cx="826770" cy="658495"/>
            <wp:effectExtent l="19050" t="0" r="0" b="0"/>
            <wp:docPr id="17" name="Picture 30" descr="ab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abj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852" w:rsidRDefault="00FF7852" w:rsidP="00D11432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D11432" w:rsidRPr="002F1256" w:rsidRDefault="00D11432" w:rsidP="00D11432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  <w:r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  <w:t>Requirements from Client’s Side</w:t>
      </w:r>
      <w:r w:rsidRPr="00106177"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  <w:t>:</w:t>
      </w:r>
    </w:p>
    <w:p w:rsidR="00D11432" w:rsidRDefault="00D11432" w:rsidP="00D11432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D11432" w:rsidRDefault="00D11432" w:rsidP="00D11432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D079AD">
        <w:rPr>
          <w:rFonts w:cs="Calibri"/>
        </w:rPr>
        <w:t>The client should provide the contents</w:t>
      </w:r>
      <w:r>
        <w:rPr>
          <w:rFonts w:cs="Calibri"/>
        </w:rPr>
        <w:t xml:space="preserve"> </w:t>
      </w:r>
      <w:r w:rsidRPr="00D079AD">
        <w:rPr>
          <w:rFonts w:cs="Calibri"/>
        </w:rPr>
        <w:t>including images, corporate logo, contact details, product details</w:t>
      </w:r>
      <w:r w:rsidR="009752DD">
        <w:rPr>
          <w:rFonts w:cs="Calibri"/>
        </w:rPr>
        <w:t>, enquiry phone number &amp; email id, gmap iframe code,</w:t>
      </w:r>
      <w:r w:rsidRPr="00D079AD">
        <w:rPr>
          <w:rFonts w:cs="Calibri"/>
        </w:rPr>
        <w:t xml:space="preserve"> and </w:t>
      </w:r>
      <w:r>
        <w:rPr>
          <w:rFonts w:cs="Calibri"/>
        </w:rPr>
        <w:t>all stuffs</w:t>
      </w:r>
      <w:r w:rsidRPr="00D079AD">
        <w:rPr>
          <w:rFonts w:cs="Calibri"/>
        </w:rPr>
        <w:t xml:space="preserve"> t</w:t>
      </w:r>
      <w:r>
        <w:rPr>
          <w:rFonts w:cs="Calibri"/>
        </w:rPr>
        <w:t>o be included in the website. (P</w:t>
      </w:r>
      <w:r w:rsidRPr="00D079AD">
        <w:rPr>
          <w:rFonts w:cs="Calibri"/>
        </w:rPr>
        <w:t>referably in one lot</w:t>
      </w:r>
      <w:r>
        <w:rPr>
          <w:rFonts w:cs="Calibri"/>
        </w:rPr>
        <w:t xml:space="preserve"> through email</w:t>
      </w:r>
      <w:r w:rsidRPr="00D079AD">
        <w:rPr>
          <w:rFonts w:cs="Calibri"/>
        </w:rPr>
        <w:t>).</w:t>
      </w:r>
    </w:p>
    <w:p w:rsidR="008F01BF" w:rsidRPr="00D079AD" w:rsidRDefault="008F01BF" w:rsidP="00D11432">
      <w:pPr>
        <w:numPr>
          <w:ilvl w:val="0"/>
          <w:numId w:val="5"/>
        </w:numPr>
        <w:spacing w:after="0" w:line="240" w:lineRule="auto"/>
        <w:rPr>
          <w:rFonts w:cs="Calibri"/>
        </w:rPr>
      </w:pPr>
      <w:r>
        <w:rPr>
          <w:rFonts w:cs="Calibri"/>
        </w:rPr>
        <w:t>Client Should provide their domain and cpanel server credentials if they had.</w:t>
      </w:r>
    </w:p>
    <w:p w:rsidR="00D11432" w:rsidRDefault="009752DD" w:rsidP="00D11432">
      <w:pPr>
        <w:numPr>
          <w:ilvl w:val="0"/>
          <w:numId w:val="5"/>
        </w:numPr>
        <w:spacing w:after="0" w:line="240" w:lineRule="auto"/>
        <w:rPr>
          <w:rFonts w:cs="Calibri"/>
        </w:rPr>
      </w:pPr>
      <w:r>
        <w:rPr>
          <w:rFonts w:cs="Calibri"/>
        </w:rPr>
        <w:t>C</w:t>
      </w:r>
      <w:r w:rsidR="000A1C1B">
        <w:rPr>
          <w:rFonts w:cs="Calibri"/>
        </w:rPr>
        <w:t>lient</w:t>
      </w:r>
      <w:r>
        <w:rPr>
          <w:rFonts w:cs="Calibri"/>
        </w:rPr>
        <w:t xml:space="preserve"> should provide their business email id &amp; password for creating gmap and other SEO related activities. If not allow us to create a new email id for web enquiry purposes alone.</w:t>
      </w:r>
    </w:p>
    <w:p w:rsidR="00D11432" w:rsidRPr="00D079AD" w:rsidRDefault="00D11432" w:rsidP="00D11432">
      <w:pPr>
        <w:numPr>
          <w:ilvl w:val="0"/>
          <w:numId w:val="5"/>
        </w:numPr>
        <w:spacing w:after="0" w:line="240" w:lineRule="auto"/>
        <w:rPr>
          <w:rFonts w:cs="Calibri"/>
        </w:rPr>
      </w:pPr>
      <w:r>
        <w:rPr>
          <w:rFonts w:cs="Calibri"/>
        </w:rPr>
        <w:t>If necessary, the Client should express their own design concept to us before we proceed to design</w:t>
      </w:r>
    </w:p>
    <w:p w:rsidR="00D11432" w:rsidRPr="00D11432" w:rsidRDefault="00D11432" w:rsidP="00D11432">
      <w:pPr>
        <w:numPr>
          <w:ilvl w:val="0"/>
          <w:numId w:val="5"/>
        </w:numPr>
        <w:spacing w:after="0" w:line="240" w:lineRule="auto"/>
        <w:rPr>
          <w:rFonts w:cs="Calibri"/>
        </w:rPr>
      </w:pPr>
      <w:r>
        <w:rPr>
          <w:rFonts w:cs="Calibri"/>
        </w:rPr>
        <w:t>Basic Design Frame W</w:t>
      </w:r>
      <w:r w:rsidRPr="00D079AD">
        <w:rPr>
          <w:rFonts w:cs="Calibri"/>
        </w:rPr>
        <w:t>ork(Home Page) will be shown for approval.</w:t>
      </w:r>
    </w:p>
    <w:p w:rsidR="00D11432" w:rsidRPr="00430079" w:rsidRDefault="00D11432" w:rsidP="00D11432">
      <w:pPr>
        <w:numPr>
          <w:ilvl w:val="0"/>
          <w:numId w:val="5"/>
        </w:numPr>
        <w:spacing w:after="0" w:line="240" w:lineRule="auto"/>
        <w:rPr>
          <w:rFonts w:cs="Calibri"/>
          <w:sz w:val="24"/>
          <w:szCs w:val="24"/>
          <w:u w:val="single"/>
        </w:rPr>
      </w:pPr>
      <w:r w:rsidRPr="00430079">
        <w:rPr>
          <w:rFonts w:cs="Calibri"/>
        </w:rPr>
        <w:t xml:space="preserve">Time span required to design the site entirely depends on the </w:t>
      </w:r>
      <w:r>
        <w:rPr>
          <w:rFonts w:cs="Calibri"/>
        </w:rPr>
        <w:t xml:space="preserve">Customer’s </w:t>
      </w:r>
      <w:r w:rsidRPr="00430079">
        <w:rPr>
          <w:rFonts w:cs="Calibri"/>
        </w:rPr>
        <w:t>design expectation, number of pages</w:t>
      </w:r>
      <w:r>
        <w:rPr>
          <w:rFonts w:cs="Calibri"/>
        </w:rPr>
        <w:t xml:space="preserve"> to be designer</w:t>
      </w:r>
      <w:r w:rsidRPr="00430079">
        <w:rPr>
          <w:rFonts w:cs="Calibri"/>
        </w:rPr>
        <w:t xml:space="preserve"> and customer’s co-operation by providing required contents on time.</w:t>
      </w:r>
    </w:p>
    <w:p w:rsidR="00D11432" w:rsidRDefault="00D11432" w:rsidP="006C6EA7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p w:rsidR="000A1C1B" w:rsidRDefault="000A1C1B" w:rsidP="000A1C1B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  <w:r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  <w:t>Terms &amp; Conditions</w:t>
      </w:r>
      <w:r w:rsidRPr="00106177"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  <w:t>:</w:t>
      </w:r>
    </w:p>
    <w:p w:rsidR="000A1C1B" w:rsidRDefault="000A1C1B" w:rsidP="000A1C1B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0A1C1B" w:rsidRPr="00D079AD" w:rsidRDefault="000A1C1B" w:rsidP="000A1C1B">
      <w:pPr>
        <w:numPr>
          <w:ilvl w:val="0"/>
          <w:numId w:val="5"/>
        </w:numPr>
        <w:spacing w:after="0" w:line="240" w:lineRule="auto"/>
        <w:rPr>
          <w:rFonts w:cs="Calibri"/>
        </w:rPr>
      </w:pPr>
      <w:r>
        <w:rPr>
          <w:rFonts w:cs="Calibri"/>
        </w:rPr>
        <w:t>Client should choose the template design before starting the project and should not reject the homepage after they choose.</w:t>
      </w:r>
    </w:p>
    <w:p w:rsidR="000A1C1B" w:rsidRDefault="00985B4A" w:rsidP="000A1C1B">
      <w:pPr>
        <w:numPr>
          <w:ilvl w:val="0"/>
          <w:numId w:val="5"/>
        </w:numPr>
        <w:spacing w:after="0" w:line="240" w:lineRule="auto"/>
        <w:rPr>
          <w:rFonts w:cs="Calibri"/>
        </w:rPr>
      </w:pPr>
      <w:r>
        <w:rPr>
          <w:rFonts w:cs="Calibri"/>
        </w:rPr>
        <w:t>Anything other than the quotation will be considered as extra work and it will be charged.</w:t>
      </w:r>
    </w:p>
    <w:p w:rsidR="000A1C1B" w:rsidRPr="00D079AD" w:rsidRDefault="00985B4A" w:rsidP="000A1C1B">
      <w:pPr>
        <w:numPr>
          <w:ilvl w:val="0"/>
          <w:numId w:val="5"/>
        </w:numPr>
        <w:spacing w:after="0" w:line="240" w:lineRule="auto"/>
        <w:rPr>
          <w:rFonts w:cs="Calibri"/>
        </w:rPr>
      </w:pPr>
      <w:r>
        <w:rPr>
          <w:rFonts w:cs="Calibri"/>
        </w:rPr>
        <w:t>Extra Web Pages will be charged.</w:t>
      </w:r>
    </w:p>
    <w:p w:rsidR="000A1C1B" w:rsidRPr="00D11432" w:rsidRDefault="00985B4A" w:rsidP="000A1C1B">
      <w:pPr>
        <w:numPr>
          <w:ilvl w:val="0"/>
          <w:numId w:val="5"/>
        </w:numPr>
        <w:spacing w:after="0" w:line="240" w:lineRule="auto"/>
        <w:rPr>
          <w:rFonts w:cs="Calibri"/>
        </w:rPr>
      </w:pPr>
      <w:r>
        <w:rPr>
          <w:rFonts w:cs="Calibri"/>
        </w:rPr>
        <w:t>Anything addition of contents or images after hosting the website means it will also be charged.</w:t>
      </w:r>
    </w:p>
    <w:p w:rsidR="000A1C1B" w:rsidRPr="009306C9" w:rsidRDefault="00985B4A" w:rsidP="000A1C1B">
      <w:pPr>
        <w:numPr>
          <w:ilvl w:val="0"/>
          <w:numId w:val="5"/>
        </w:numPr>
        <w:spacing w:after="0" w:line="240" w:lineRule="auto"/>
        <w:rPr>
          <w:rFonts w:cs="Calibri"/>
          <w:sz w:val="24"/>
          <w:szCs w:val="24"/>
          <w:u w:val="single"/>
        </w:rPr>
      </w:pPr>
      <w:r>
        <w:rPr>
          <w:rFonts w:cs="Calibri"/>
        </w:rPr>
        <w:t>Every 3 months our designer will contact you for any maintenance services and it will be charged according to your website updation work.</w:t>
      </w:r>
    </w:p>
    <w:p w:rsidR="009306C9" w:rsidRPr="00430079" w:rsidRDefault="009306C9" w:rsidP="000A1C1B">
      <w:pPr>
        <w:numPr>
          <w:ilvl w:val="0"/>
          <w:numId w:val="5"/>
        </w:numPr>
        <w:spacing w:after="0" w:line="240" w:lineRule="auto"/>
        <w:rPr>
          <w:rFonts w:cs="Calibri"/>
          <w:sz w:val="24"/>
          <w:szCs w:val="24"/>
          <w:u w:val="single"/>
        </w:rPr>
      </w:pPr>
      <w:r w:rsidRPr="00F93704">
        <w:rPr>
          <w:rFonts w:cs="Calibri"/>
        </w:rPr>
        <w:t>The contents displayed are copy protected and is the</w:t>
      </w:r>
      <w:r>
        <w:rPr>
          <w:rFonts w:cs="Calibri"/>
        </w:rPr>
        <w:t xml:space="preserve"> sole copy right of the client.</w:t>
      </w:r>
    </w:p>
    <w:p w:rsidR="001F2EC6" w:rsidRDefault="001F2EC6" w:rsidP="009306C9">
      <w:pPr>
        <w:shd w:val="clear" w:color="auto" w:fill="FFFFFF"/>
        <w:spacing w:before="2" w:after="0" w:line="260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</w:p>
    <w:p w:rsidR="004B0FC5" w:rsidRPr="009306C9" w:rsidRDefault="004B0FC5" w:rsidP="009306C9">
      <w:pPr>
        <w:shd w:val="clear" w:color="auto" w:fill="FFFFFF"/>
        <w:spacing w:before="2" w:after="0" w:line="260" w:lineRule="atLeast"/>
        <w:jc w:val="both"/>
        <w:rPr>
          <w:rFonts w:ascii="Times New Roman" w:eastAsia="Times New Roman" w:hAnsi="Times New Roman"/>
          <w:color w:val="222222"/>
          <w:sz w:val="26"/>
          <w:szCs w:val="26"/>
        </w:rPr>
      </w:pPr>
      <w:r>
        <w:rPr>
          <w:rFonts w:eastAsia="Times New Roman" w:cs="Calibri"/>
          <w:b/>
          <w:bCs/>
          <w:color w:val="222222"/>
          <w:sz w:val="24"/>
          <w:szCs w:val="24"/>
          <w:u w:val="single"/>
        </w:rPr>
        <w:t>Payment Terms</w:t>
      </w:r>
      <w:r w:rsidRPr="00341CB7">
        <w:rPr>
          <w:rFonts w:eastAsia="Times New Roman" w:cs="Calibri"/>
          <w:b/>
          <w:bCs/>
          <w:color w:val="222222"/>
          <w:sz w:val="24"/>
          <w:szCs w:val="24"/>
          <w:u w:val="single"/>
        </w:rPr>
        <w:t>:</w:t>
      </w:r>
    </w:p>
    <w:p w:rsidR="004B0FC5" w:rsidRPr="00D079AD" w:rsidRDefault="004B0FC5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color w:val="222222"/>
        </w:rPr>
      </w:pPr>
    </w:p>
    <w:p w:rsidR="001B1B2D" w:rsidRPr="00CD37C1" w:rsidRDefault="008F01BF" w:rsidP="001B1B2D">
      <w:pPr>
        <w:numPr>
          <w:ilvl w:val="0"/>
          <w:numId w:val="3"/>
        </w:numPr>
        <w:shd w:val="clear" w:color="auto" w:fill="FFFFFF"/>
        <w:spacing w:after="0" w:line="297" w:lineRule="atLeast"/>
        <w:ind w:left="945"/>
        <w:jc w:val="both"/>
        <w:rPr>
          <w:rFonts w:eastAsia="Times New Roman" w:cs="Calibri"/>
          <w:color w:val="222222"/>
        </w:rPr>
      </w:pPr>
      <w:r>
        <w:rPr>
          <w:rFonts w:eastAsia="Times New Roman" w:cs="Calibri"/>
          <w:color w:val="222222"/>
        </w:rPr>
        <w:t>50</w:t>
      </w:r>
      <w:r w:rsidR="001B1B2D">
        <w:rPr>
          <w:rFonts w:eastAsia="Times New Roman" w:cs="Calibri"/>
          <w:color w:val="222222"/>
        </w:rPr>
        <w:t xml:space="preserve">% </w:t>
      </w:r>
      <w:r w:rsidR="001B1B2D" w:rsidRPr="00CD37C1">
        <w:rPr>
          <w:rFonts w:eastAsia="Times New Roman" w:cs="Calibri"/>
          <w:color w:val="222222"/>
        </w:rPr>
        <w:t>Cash</w:t>
      </w:r>
      <w:r w:rsidR="001B1B2D">
        <w:rPr>
          <w:rFonts w:eastAsia="Times New Roman" w:cs="Calibri"/>
          <w:color w:val="222222"/>
        </w:rPr>
        <w:t xml:space="preserve"> in advance</w:t>
      </w:r>
      <w:r w:rsidR="00384BB5">
        <w:rPr>
          <w:rFonts w:eastAsia="Times New Roman" w:cs="Calibri"/>
          <w:color w:val="222222"/>
        </w:rPr>
        <w:t xml:space="preserve"> </w:t>
      </w:r>
      <w:r>
        <w:rPr>
          <w:rFonts w:eastAsia="Times New Roman" w:cs="Calibri"/>
          <w:color w:val="222222"/>
        </w:rPr>
        <w:t>before starting the Project and 50% Cash before hosting the Project.</w:t>
      </w:r>
    </w:p>
    <w:p w:rsidR="004B0FC5" w:rsidRPr="008F01BF" w:rsidRDefault="004B0FC5" w:rsidP="004B0FC5">
      <w:pPr>
        <w:numPr>
          <w:ilvl w:val="0"/>
          <w:numId w:val="3"/>
        </w:numPr>
        <w:shd w:val="clear" w:color="auto" w:fill="FFFFFF"/>
        <w:spacing w:after="0" w:line="297" w:lineRule="atLeast"/>
        <w:ind w:left="945"/>
        <w:jc w:val="both"/>
        <w:rPr>
          <w:rFonts w:eastAsia="Times New Roman" w:cs="Calibri"/>
          <w:color w:val="222222"/>
        </w:rPr>
      </w:pPr>
      <w:r w:rsidRPr="00D079AD">
        <w:rPr>
          <w:rFonts w:cs="Calibri"/>
          <w:color w:val="000000"/>
          <w:shd w:val="clear" w:color="auto" w:fill="FFFFFF"/>
        </w:rPr>
        <w:t xml:space="preserve">You may also process </w:t>
      </w:r>
      <w:r w:rsidR="007A574B">
        <w:rPr>
          <w:rFonts w:cs="Calibri"/>
          <w:color w:val="000000"/>
          <w:shd w:val="clear" w:color="auto" w:fill="FFFFFF"/>
        </w:rPr>
        <w:t>the</w:t>
      </w:r>
      <w:r w:rsidRPr="00D079AD">
        <w:rPr>
          <w:rFonts w:cs="Calibri"/>
          <w:color w:val="000000"/>
          <w:shd w:val="clear" w:color="auto" w:fill="FFFFFF"/>
        </w:rPr>
        <w:t xml:space="preserve"> payment as Cheque</w:t>
      </w:r>
      <w:r>
        <w:rPr>
          <w:rFonts w:cs="Calibri"/>
          <w:color w:val="000000"/>
          <w:shd w:val="clear" w:color="auto" w:fill="FFFFFF"/>
        </w:rPr>
        <w:t xml:space="preserve"> or DD or NEFT</w:t>
      </w:r>
      <w:r w:rsidR="00E32741">
        <w:rPr>
          <w:rFonts w:cs="Calibri"/>
          <w:color w:val="000000"/>
          <w:shd w:val="clear" w:color="auto" w:fill="FFFFFF"/>
        </w:rPr>
        <w:t xml:space="preserve"> </w:t>
      </w:r>
      <w:r w:rsidRPr="00D079AD">
        <w:rPr>
          <w:rFonts w:eastAsia="Times New Roman" w:cs="Calibri"/>
          <w:color w:val="222222"/>
        </w:rPr>
        <w:t xml:space="preserve">favouring of Account Name </w:t>
      </w:r>
      <w:r w:rsidRPr="00D079AD">
        <w:rPr>
          <w:rFonts w:eastAsia="Times New Roman" w:cs="Calibri"/>
          <w:b/>
          <w:color w:val="222222"/>
        </w:rPr>
        <w:t>“JELLYSOFT”</w:t>
      </w:r>
    </w:p>
    <w:p w:rsidR="001A3E71" w:rsidRDefault="008F01BF" w:rsidP="004B0FC5">
      <w:pPr>
        <w:numPr>
          <w:ilvl w:val="0"/>
          <w:numId w:val="3"/>
        </w:numPr>
        <w:shd w:val="clear" w:color="auto" w:fill="FFFFFF"/>
        <w:spacing w:after="0" w:line="297" w:lineRule="atLeast"/>
        <w:ind w:left="945"/>
        <w:jc w:val="both"/>
        <w:rPr>
          <w:rFonts w:eastAsia="Times New Roman" w:cs="Calibri"/>
          <w:color w:val="222222"/>
        </w:rPr>
      </w:pPr>
      <w:r>
        <w:rPr>
          <w:rFonts w:eastAsia="Times New Roman" w:cs="Calibri"/>
          <w:color w:val="222222"/>
        </w:rPr>
        <w:t>No refund will be provided after starting the Project.</w:t>
      </w:r>
    </w:p>
    <w:p w:rsidR="001A3E71" w:rsidRDefault="001A3E71" w:rsidP="001A3E71">
      <w:pPr>
        <w:shd w:val="clear" w:color="auto" w:fill="FFFFFF"/>
        <w:spacing w:after="0" w:line="297" w:lineRule="atLeast"/>
        <w:ind w:left="945"/>
        <w:jc w:val="both"/>
        <w:rPr>
          <w:rFonts w:eastAsia="Times New Roman" w:cs="Calibri"/>
          <w:color w:val="222222"/>
        </w:rPr>
      </w:pPr>
    </w:p>
    <w:p w:rsidR="001A3E71" w:rsidRPr="001A3E71" w:rsidRDefault="001A3E71" w:rsidP="001A3E71">
      <w:pPr>
        <w:shd w:val="clear" w:color="auto" w:fill="FFFFFF"/>
        <w:spacing w:after="0" w:line="297" w:lineRule="atLeast"/>
        <w:ind w:left="945"/>
        <w:jc w:val="both"/>
        <w:rPr>
          <w:rFonts w:eastAsia="Times New Roman" w:cs="Calibri"/>
          <w:color w:val="222222"/>
        </w:rPr>
      </w:pPr>
    </w:p>
    <w:p w:rsidR="004B0FC5" w:rsidRDefault="004B0FC5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  <w:r>
        <w:rPr>
          <w:rFonts w:eastAsia="Times New Roman" w:cs="Calibri"/>
          <w:b/>
          <w:bCs/>
          <w:color w:val="222222"/>
          <w:sz w:val="24"/>
          <w:szCs w:val="24"/>
          <w:u w:val="single"/>
        </w:rPr>
        <w:t>Bank Account Details</w:t>
      </w:r>
      <w:r w:rsidRPr="00341CB7">
        <w:rPr>
          <w:rFonts w:eastAsia="Times New Roman" w:cs="Calibri"/>
          <w:b/>
          <w:bCs/>
          <w:color w:val="222222"/>
          <w:sz w:val="24"/>
          <w:szCs w:val="24"/>
          <w:u w:val="single"/>
        </w:rPr>
        <w:t>:</w:t>
      </w:r>
    </w:p>
    <w:p w:rsidR="004B0FC5" w:rsidRDefault="004B0FC5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sz w:val="24"/>
          <w:szCs w:val="24"/>
          <w:u w:val="single"/>
        </w:rPr>
      </w:pPr>
    </w:p>
    <w:tbl>
      <w:tblPr>
        <w:tblW w:w="4600" w:type="dxa"/>
        <w:jc w:val="center"/>
        <w:tblInd w:w="93" w:type="dxa"/>
        <w:tblLook w:val="04A0"/>
      </w:tblPr>
      <w:tblGrid>
        <w:gridCol w:w="2212"/>
        <w:gridCol w:w="2388"/>
      </w:tblGrid>
      <w:tr w:rsidR="006B3B23" w:rsidRPr="005F0177" w:rsidTr="006B3B23">
        <w:trPr>
          <w:trHeight w:val="300"/>
          <w:jc w:val="center"/>
        </w:trPr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C1C3F"/>
            <w:noWrap/>
            <w:vAlign w:val="center"/>
            <w:hideMark/>
          </w:tcPr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JELLYSOFT IDBI BANK DETAILS</w:t>
            </w:r>
          </w:p>
        </w:tc>
      </w:tr>
      <w:tr w:rsidR="006B3B23" w:rsidRPr="005F0177" w:rsidTr="006B3B23">
        <w:trPr>
          <w:trHeight w:val="300"/>
          <w:jc w:val="center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Account Name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JELLYSOFT</w:t>
            </w:r>
          </w:p>
        </w:tc>
      </w:tr>
      <w:tr w:rsidR="006B3B23" w:rsidRPr="005F0177" w:rsidTr="006B3B23">
        <w:trPr>
          <w:trHeight w:val="300"/>
          <w:jc w:val="center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Account Number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5E195E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0</w:t>
            </w:r>
            <w:r w:rsidR="006B3B23" w:rsidRPr="006B3B23">
              <w:rPr>
                <w:rFonts w:eastAsia="Times New Roman"/>
                <w:b/>
                <w:bCs/>
                <w:color w:val="FFFFFF"/>
              </w:rPr>
              <w:t>371102000019345</w:t>
            </w:r>
          </w:p>
        </w:tc>
      </w:tr>
      <w:tr w:rsidR="006B3B23" w:rsidRPr="005F0177" w:rsidTr="006B3B23">
        <w:trPr>
          <w:trHeight w:val="300"/>
          <w:jc w:val="center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IFSCI Code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IBKL0000371</w:t>
            </w:r>
          </w:p>
        </w:tc>
      </w:tr>
      <w:tr w:rsidR="006B3B23" w:rsidRPr="005F0177" w:rsidTr="006B3B23">
        <w:trPr>
          <w:trHeight w:val="300"/>
          <w:jc w:val="center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Branch Code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5E195E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0003</w:t>
            </w:r>
            <w:r w:rsidR="006B3B23" w:rsidRPr="006B3B23">
              <w:rPr>
                <w:rFonts w:eastAsia="Times New Roman"/>
                <w:b/>
                <w:bCs/>
                <w:color w:val="FFFFFF"/>
              </w:rPr>
              <w:t>71</w:t>
            </w:r>
          </w:p>
        </w:tc>
      </w:tr>
      <w:tr w:rsidR="006B3B23" w:rsidRPr="005F0177" w:rsidTr="006B3B23">
        <w:trPr>
          <w:trHeight w:val="300"/>
          <w:jc w:val="center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5E195E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Branch Name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5E195E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Tuticorin</w:t>
            </w:r>
          </w:p>
        </w:tc>
      </w:tr>
    </w:tbl>
    <w:p w:rsidR="001A3E71" w:rsidRDefault="001A3E71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sz w:val="24"/>
          <w:szCs w:val="24"/>
          <w:u w:val="single"/>
        </w:rPr>
      </w:pPr>
    </w:p>
    <w:p w:rsidR="00FF7852" w:rsidRDefault="00FF7852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</w:p>
    <w:p w:rsidR="00FF7852" w:rsidRDefault="00FF7852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</w:p>
    <w:p w:rsidR="00FF7852" w:rsidRDefault="00FF7852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</w:p>
    <w:p w:rsidR="00FF7852" w:rsidRDefault="00FF7852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</w:p>
    <w:p w:rsidR="00FF7852" w:rsidRDefault="00FF7852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</w:p>
    <w:p w:rsidR="00FF7852" w:rsidRDefault="00FF7852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</w:p>
    <w:p w:rsidR="00FF7852" w:rsidRDefault="00FF7852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</w:p>
    <w:p w:rsidR="006B3B23" w:rsidRPr="006B3B23" w:rsidRDefault="006B3B23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  <w:r>
        <w:rPr>
          <w:rFonts w:eastAsia="Times New Roman" w:cs="Calibri"/>
          <w:b/>
          <w:bCs/>
          <w:color w:val="222222"/>
          <w:sz w:val="24"/>
          <w:szCs w:val="24"/>
          <w:u w:val="single"/>
        </w:rPr>
        <w:t>Contact Details</w:t>
      </w:r>
      <w:r w:rsidRPr="00341CB7">
        <w:rPr>
          <w:rFonts w:eastAsia="Times New Roman" w:cs="Calibri"/>
          <w:b/>
          <w:bCs/>
          <w:color w:val="222222"/>
          <w:sz w:val="24"/>
          <w:szCs w:val="24"/>
          <w:u w:val="single"/>
        </w:rPr>
        <w:t>:</w:t>
      </w:r>
    </w:p>
    <w:p w:rsidR="006B3B23" w:rsidRDefault="006B3B23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sz w:val="24"/>
          <w:szCs w:val="24"/>
          <w:u w:val="single"/>
        </w:rPr>
      </w:pPr>
    </w:p>
    <w:tbl>
      <w:tblPr>
        <w:tblW w:w="4900" w:type="dxa"/>
        <w:jc w:val="center"/>
        <w:tblInd w:w="93" w:type="dxa"/>
        <w:tblLook w:val="04A0"/>
      </w:tblPr>
      <w:tblGrid>
        <w:gridCol w:w="1739"/>
        <w:gridCol w:w="3161"/>
      </w:tblGrid>
      <w:tr w:rsidR="006B3B23" w:rsidRPr="005F0177" w:rsidTr="006B3B23">
        <w:trPr>
          <w:trHeight w:val="300"/>
          <w:jc w:val="center"/>
        </w:trPr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C1C3F"/>
            <w:noWrap/>
            <w:vAlign w:val="center"/>
            <w:hideMark/>
          </w:tcPr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CONTACT DETAILS</w:t>
            </w:r>
          </w:p>
        </w:tc>
      </w:tr>
      <w:tr w:rsidR="006B3B23" w:rsidRPr="005F0177" w:rsidTr="006B3B23">
        <w:trPr>
          <w:trHeight w:val="300"/>
          <w:jc w:val="center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Company Name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JELLYSOFT</w:t>
            </w:r>
          </w:p>
        </w:tc>
      </w:tr>
      <w:tr w:rsidR="006B3B23" w:rsidRPr="005F0177" w:rsidTr="006B3B23">
        <w:trPr>
          <w:trHeight w:val="1200"/>
          <w:jc w:val="center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Address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vAlign w:val="center"/>
            <w:hideMark/>
          </w:tcPr>
          <w:p w:rsidR="00D145F2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 xml:space="preserve">222/3, Palai Road, </w:t>
            </w:r>
          </w:p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Malaisoodi Complex 2nd Floor, Opp. To AVM Hospital, Tuticorin-628002.</w:t>
            </w:r>
          </w:p>
        </w:tc>
      </w:tr>
      <w:tr w:rsidR="006B3B23" w:rsidRPr="005F0177" w:rsidTr="006B3B23">
        <w:trPr>
          <w:trHeight w:val="300"/>
          <w:jc w:val="center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Contact Number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93127C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 xml:space="preserve">+91 </w:t>
            </w:r>
            <w:r w:rsidR="006B3B23" w:rsidRPr="006B3B23">
              <w:rPr>
                <w:rFonts w:eastAsia="Times New Roman"/>
                <w:b/>
                <w:bCs/>
                <w:color w:val="FFFFFF"/>
              </w:rPr>
              <w:t>7092150100</w:t>
            </w:r>
          </w:p>
        </w:tc>
      </w:tr>
      <w:tr w:rsidR="006B3B23" w:rsidRPr="005F0177" w:rsidTr="006B3B23">
        <w:trPr>
          <w:trHeight w:val="300"/>
          <w:jc w:val="center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Office Mobile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B70E86" w:rsidRDefault="0093127C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B70E86">
              <w:rPr>
                <w:rFonts w:eastAsia="Times New Roman"/>
                <w:b/>
                <w:bCs/>
                <w:color w:val="FFFFFF"/>
              </w:rPr>
              <w:t xml:space="preserve">+91 </w:t>
            </w:r>
            <w:r w:rsidR="006B3B23" w:rsidRPr="00B70E86">
              <w:rPr>
                <w:rFonts w:eastAsia="Times New Roman"/>
                <w:b/>
                <w:bCs/>
                <w:color w:val="FFFFFF"/>
              </w:rPr>
              <w:t>7094112111</w:t>
            </w:r>
          </w:p>
        </w:tc>
      </w:tr>
      <w:tr w:rsidR="006B3B23" w:rsidRPr="005F0177" w:rsidTr="006B3B23">
        <w:trPr>
          <w:trHeight w:val="300"/>
          <w:jc w:val="center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Landline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0461-4001417</w:t>
            </w:r>
          </w:p>
        </w:tc>
      </w:tr>
      <w:tr w:rsidR="006B3B23" w:rsidRPr="005F0177" w:rsidTr="006B3B23">
        <w:trPr>
          <w:trHeight w:val="300"/>
          <w:jc w:val="center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Email Id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B70E86" w:rsidRDefault="00CE6C11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hyperlink r:id="rId26" w:history="1">
              <w:r w:rsidR="00877885" w:rsidRPr="00B70E86">
                <w:rPr>
                  <w:rStyle w:val="Hyperlink"/>
                  <w:rFonts w:eastAsia="Times New Roman"/>
                  <w:b/>
                  <w:bCs/>
                  <w:color w:val="FFFFFF"/>
                </w:rPr>
                <w:t>jellysoftindia@gmail.com</w:t>
              </w:r>
            </w:hyperlink>
          </w:p>
        </w:tc>
      </w:tr>
    </w:tbl>
    <w:p w:rsidR="006B3B23" w:rsidRDefault="006B3B23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sz w:val="24"/>
          <w:szCs w:val="24"/>
          <w:u w:val="single"/>
        </w:rPr>
      </w:pPr>
    </w:p>
    <w:p w:rsidR="006B3B23" w:rsidRDefault="006B3B23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sz w:val="24"/>
          <w:szCs w:val="24"/>
          <w:u w:val="single"/>
        </w:rPr>
      </w:pPr>
    </w:p>
    <w:p w:rsidR="006B3B23" w:rsidRPr="006B3B23" w:rsidRDefault="006B3B23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  <w:r>
        <w:rPr>
          <w:rFonts w:eastAsia="Times New Roman" w:cs="Calibri"/>
          <w:b/>
          <w:bCs/>
          <w:color w:val="222222"/>
          <w:sz w:val="24"/>
          <w:szCs w:val="24"/>
          <w:u w:val="single"/>
        </w:rPr>
        <w:t>Website Details</w:t>
      </w:r>
      <w:r w:rsidRPr="00341CB7">
        <w:rPr>
          <w:rFonts w:eastAsia="Times New Roman" w:cs="Calibri"/>
          <w:b/>
          <w:bCs/>
          <w:color w:val="222222"/>
          <w:sz w:val="24"/>
          <w:szCs w:val="24"/>
          <w:u w:val="single"/>
        </w:rPr>
        <w:t>:</w:t>
      </w:r>
    </w:p>
    <w:p w:rsidR="006B3B23" w:rsidRDefault="006B3B23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sz w:val="24"/>
          <w:szCs w:val="24"/>
          <w:u w:val="single"/>
        </w:rPr>
      </w:pPr>
    </w:p>
    <w:tbl>
      <w:tblPr>
        <w:tblW w:w="2720" w:type="dxa"/>
        <w:jc w:val="center"/>
        <w:tblInd w:w="93" w:type="dxa"/>
        <w:tblLook w:val="04A0"/>
      </w:tblPr>
      <w:tblGrid>
        <w:gridCol w:w="2720"/>
      </w:tblGrid>
      <w:tr w:rsidR="006B3B23" w:rsidRPr="005F0177" w:rsidTr="006B3B23">
        <w:trPr>
          <w:trHeight w:val="300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6B3B23" w:rsidRPr="006B3B23" w:rsidRDefault="006B3B23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Our Official Websites</w:t>
            </w:r>
          </w:p>
        </w:tc>
      </w:tr>
      <w:tr w:rsidR="006B3B23" w:rsidRPr="005F0177" w:rsidTr="006B3B23">
        <w:trPr>
          <w:trHeight w:val="300"/>
          <w:jc w:val="center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75577D" w:rsidRDefault="00CE6C11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hyperlink r:id="rId27" w:history="1">
              <w:r w:rsidR="006B3B23" w:rsidRPr="0075577D">
                <w:rPr>
                  <w:rStyle w:val="Hyperlink"/>
                  <w:rFonts w:eastAsia="Times New Roman"/>
                  <w:b/>
                  <w:bCs/>
                  <w:color w:val="FFFFFF"/>
                </w:rPr>
                <w:t>www.jellysoft.in</w:t>
              </w:r>
            </w:hyperlink>
          </w:p>
        </w:tc>
      </w:tr>
      <w:tr w:rsidR="006B3B23" w:rsidRPr="005F0177" w:rsidTr="006B3B23">
        <w:trPr>
          <w:trHeight w:val="300"/>
          <w:jc w:val="center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75577D" w:rsidRDefault="00CE6C11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hyperlink r:id="rId28" w:history="1">
              <w:r w:rsidR="006B3B23" w:rsidRPr="0075577D">
                <w:rPr>
                  <w:rStyle w:val="Hyperlink"/>
                  <w:rFonts w:eastAsia="Times New Roman"/>
                  <w:b/>
                  <w:bCs/>
                  <w:color w:val="FFFFFF"/>
                </w:rPr>
                <w:t>www.jellysoft.ind.in</w:t>
              </w:r>
            </w:hyperlink>
          </w:p>
        </w:tc>
      </w:tr>
      <w:tr w:rsidR="006B3B23" w:rsidRPr="005F0177" w:rsidTr="006B3B23">
        <w:trPr>
          <w:trHeight w:val="300"/>
          <w:jc w:val="center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75577D" w:rsidRDefault="00CE6C11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hyperlink r:id="rId29" w:history="1">
              <w:r w:rsidR="006B3B23" w:rsidRPr="0075577D">
                <w:rPr>
                  <w:rStyle w:val="Hyperlink"/>
                  <w:rFonts w:eastAsia="Times New Roman"/>
                  <w:b/>
                  <w:bCs/>
                  <w:color w:val="FFFFFF"/>
                </w:rPr>
                <w:t>www.jellysoftindia.com</w:t>
              </w:r>
            </w:hyperlink>
          </w:p>
        </w:tc>
      </w:tr>
      <w:tr w:rsidR="006B3B23" w:rsidRPr="005F0177" w:rsidTr="006B3B23">
        <w:trPr>
          <w:trHeight w:val="300"/>
          <w:jc w:val="center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6B3B23" w:rsidRPr="0075577D" w:rsidRDefault="00CE6C11" w:rsidP="006B3B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hyperlink r:id="rId30" w:history="1">
              <w:r w:rsidR="006B3B23" w:rsidRPr="0075577D">
                <w:rPr>
                  <w:rStyle w:val="Hyperlink"/>
                  <w:rFonts w:eastAsia="Times New Roman"/>
                  <w:b/>
                  <w:bCs/>
                  <w:color w:val="FFFFFF"/>
                </w:rPr>
                <w:t>www.jellysms.in</w:t>
              </w:r>
            </w:hyperlink>
          </w:p>
        </w:tc>
      </w:tr>
    </w:tbl>
    <w:p w:rsidR="006B3B23" w:rsidRDefault="006B3B23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sz w:val="24"/>
          <w:szCs w:val="24"/>
          <w:u w:val="single"/>
        </w:rPr>
      </w:pPr>
    </w:p>
    <w:p w:rsidR="004B0FC5" w:rsidRPr="009653A2" w:rsidRDefault="009653A2" w:rsidP="004B0FC5">
      <w:pPr>
        <w:shd w:val="clear" w:color="auto" w:fill="FFFFFF"/>
        <w:spacing w:after="0" w:line="297" w:lineRule="atLeast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</w:t>
      </w:r>
    </w:p>
    <w:p w:rsidR="007663EA" w:rsidRPr="00077F9D" w:rsidRDefault="004B0FC5" w:rsidP="009653A2">
      <w:pPr>
        <w:shd w:val="clear" w:color="auto" w:fill="FFFFFF"/>
        <w:spacing w:after="0" w:line="297" w:lineRule="atLeast"/>
        <w:jc w:val="center"/>
        <w:rPr>
          <w:rFonts w:eastAsia="Times New Roman" w:cs="Calibri"/>
          <w:b/>
          <w:color w:val="222222"/>
        </w:rPr>
      </w:pPr>
      <w:r w:rsidRPr="00077F9D">
        <w:rPr>
          <w:rFonts w:eastAsia="Times New Roman" w:cs="Calibri"/>
          <w:b/>
          <w:color w:val="222222"/>
        </w:rPr>
        <w:t xml:space="preserve">&gt;&gt;&gt;---END OF </w:t>
      </w:r>
      <w:r w:rsidR="00877885">
        <w:rPr>
          <w:rFonts w:eastAsia="Times New Roman" w:cs="Calibri"/>
          <w:b/>
          <w:color w:val="222222"/>
        </w:rPr>
        <w:t>QUOTATION</w:t>
      </w:r>
      <w:r w:rsidRPr="00077F9D">
        <w:rPr>
          <w:rFonts w:eastAsia="Times New Roman" w:cs="Calibri"/>
          <w:b/>
          <w:color w:val="222222"/>
        </w:rPr>
        <w:t>---&lt;&lt;&lt;</w:t>
      </w:r>
    </w:p>
    <w:sectPr w:rsidR="007663EA" w:rsidRPr="00077F9D" w:rsidSect="0059753A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2240" w:h="15840"/>
      <w:pgMar w:top="475" w:right="864" w:bottom="1440" w:left="864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62E" w:rsidRDefault="00D0262E" w:rsidP="00A24CE0">
      <w:pPr>
        <w:spacing w:after="0" w:line="240" w:lineRule="auto"/>
      </w:pPr>
      <w:r>
        <w:separator/>
      </w:r>
    </w:p>
  </w:endnote>
  <w:endnote w:type="continuationSeparator" w:id="1">
    <w:p w:rsidR="00D0262E" w:rsidRDefault="00D0262E" w:rsidP="00A24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D19" w:rsidRDefault="00ED0D1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D19" w:rsidRDefault="00ED0D1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D19" w:rsidRDefault="00ED0D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62E" w:rsidRDefault="00D0262E" w:rsidP="00A24CE0">
      <w:pPr>
        <w:spacing w:after="0" w:line="240" w:lineRule="auto"/>
      </w:pPr>
      <w:r>
        <w:separator/>
      </w:r>
    </w:p>
  </w:footnote>
  <w:footnote w:type="continuationSeparator" w:id="1">
    <w:p w:rsidR="00D0262E" w:rsidRDefault="00D0262E" w:rsidP="00A24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D19" w:rsidRDefault="00ED0D1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D19" w:rsidRDefault="00ED0D1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D19" w:rsidRDefault="00ED0D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65214"/>
    <w:multiLevelType w:val="hybridMultilevel"/>
    <w:tmpl w:val="397A4CBA"/>
    <w:lvl w:ilvl="0" w:tplc="040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E967F96"/>
    <w:multiLevelType w:val="multilevel"/>
    <w:tmpl w:val="E99C8F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FE1BA5"/>
    <w:multiLevelType w:val="hybridMultilevel"/>
    <w:tmpl w:val="6106AE9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4F9C6276"/>
    <w:multiLevelType w:val="multilevel"/>
    <w:tmpl w:val="12A45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9D50D49"/>
    <w:multiLevelType w:val="hybridMultilevel"/>
    <w:tmpl w:val="ABB4B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951E0A"/>
    <w:multiLevelType w:val="multilevel"/>
    <w:tmpl w:val="47BEB9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CA78BC"/>
    <w:rsid w:val="0000207B"/>
    <w:rsid w:val="00002345"/>
    <w:rsid w:val="00005B9A"/>
    <w:rsid w:val="00017A3D"/>
    <w:rsid w:val="00024895"/>
    <w:rsid w:val="000326AD"/>
    <w:rsid w:val="0004496C"/>
    <w:rsid w:val="00047D9E"/>
    <w:rsid w:val="00053F9A"/>
    <w:rsid w:val="00054B7E"/>
    <w:rsid w:val="00056FC2"/>
    <w:rsid w:val="00062C3C"/>
    <w:rsid w:val="00064023"/>
    <w:rsid w:val="00077F9D"/>
    <w:rsid w:val="0008032C"/>
    <w:rsid w:val="00080A80"/>
    <w:rsid w:val="000814F8"/>
    <w:rsid w:val="0008247C"/>
    <w:rsid w:val="00085B39"/>
    <w:rsid w:val="000927B8"/>
    <w:rsid w:val="00094DC5"/>
    <w:rsid w:val="0009530F"/>
    <w:rsid w:val="00097202"/>
    <w:rsid w:val="000A17FB"/>
    <w:rsid w:val="000A1C1B"/>
    <w:rsid w:val="000A67C9"/>
    <w:rsid w:val="000B776A"/>
    <w:rsid w:val="000D4FC7"/>
    <w:rsid w:val="000D7377"/>
    <w:rsid w:val="000E32F5"/>
    <w:rsid w:val="00106177"/>
    <w:rsid w:val="0010747D"/>
    <w:rsid w:val="00116D68"/>
    <w:rsid w:val="00121865"/>
    <w:rsid w:val="00125464"/>
    <w:rsid w:val="00131557"/>
    <w:rsid w:val="00137132"/>
    <w:rsid w:val="00141A58"/>
    <w:rsid w:val="00150607"/>
    <w:rsid w:val="001521EA"/>
    <w:rsid w:val="001543DB"/>
    <w:rsid w:val="00156717"/>
    <w:rsid w:val="001623F5"/>
    <w:rsid w:val="0016457C"/>
    <w:rsid w:val="00170FCB"/>
    <w:rsid w:val="001716F5"/>
    <w:rsid w:val="001752FE"/>
    <w:rsid w:val="001841DE"/>
    <w:rsid w:val="001A3E71"/>
    <w:rsid w:val="001A427C"/>
    <w:rsid w:val="001B1B2D"/>
    <w:rsid w:val="001B2039"/>
    <w:rsid w:val="001B4779"/>
    <w:rsid w:val="001C472B"/>
    <w:rsid w:val="001C4DA3"/>
    <w:rsid w:val="001C5B87"/>
    <w:rsid w:val="001D1B76"/>
    <w:rsid w:val="001D2903"/>
    <w:rsid w:val="001D3ADD"/>
    <w:rsid w:val="001D3D37"/>
    <w:rsid w:val="001D63C4"/>
    <w:rsid w:val="001D644E"/>
    <w:rsid w:val="001D76F8"/>
    <w:rsid w:val="001E3971"/>
    <w:rsid w:val="001F18E6"/>
    <w:rsid w:val="001F2EC6"/>
    <w:rsid w:val="001F3958"/>
    <w:rsid w:val="001F6C36"/>
    <w:rsid w:val="00213612"/>
    <w:rsid w:val="00216B06"/>
    <w:rsid w:val="002215D4"/>
    <w:rsid w:val="00221724"/>
    <w:rsid w:val="00227CC5"/>
    <w:rsid w:val="00234728"/>
    <w:rsid w:val="002358D9"/>
    <w:rsid w:val="00243FA7"/>
    <w:rsid w:val="00246851"/>
    <w:rsid w:val="002469ED"/>
    <w:rsid w:val="00251ACE"/>
    <w:rsid w:val="0026162A"/>
    <w:rsid w:val="00270046"/>
    <w:rsid w:val="002701EA"/>
    <w:rsid w:val="002821AF"/>
    <w:rsid w:val="00291841"/>
    <w:rsid w:val="002A3CB9"/>
    <w:rsid w:val="002A5A00"/>
    <w:rsid w:val="002A7185"/>
    <w:rsid w:val="002B2673"/>
    <w:rsid w:val="002B4C60"/>
    <w:rsid w:val="002B6DD6"/>
    <w:rsid w:val="002C05B6"/>
    <w:rsid w:val="002C5318"/>
    <w:rsid w:val="002C65E7"/>
    <w:rsid w:val="002C75BA"/>
    <w:rsid w:val="002D2023"/>
    <w:rsid w:val="002D4822"/>
    <w:rsid w:val="002D5A26"/>
    <w:rsid w:val="002E0724"/>
    <w:rsid w:val="002E0A03"/>
    <w:rsid w:val="002E48CF"/>
    <w:rsid w:val="002F065C"/>
    <w:rsid w:val="002F1256"/>
    <w:rsid w:val="002F4877"/>
    <w:rsid w:val="0030121D"/>
    <w:rsid w:val="003015EC"/>
    <w:rsid w:val="00301A60"/>
    <w:rsid w:val="0030245D"/>
    <w:rsid w:val="00304557"/>
    <w:rsid w:val="0031685E"/>
    <w:rsid w:val="00320843"/>
    <w:rsid w:val="0033032F"/>
    <w:rsid w:val="00335183"/>
    <w:rsid w:val="00336F50"/>
    <w:rsid w:val="003403D6"/>
    <w:rsid w:val="0034132B"/>
    <w:rsid w:val="00352B85"/>
    <w:rsid w:val="003573C9"/>
    <w:rsid w:val="00362D83"/>
    <w:rsid w:val="003675C4"/>
    <w:rsid w:val="00384BB5"/>
    <w:rsid w:val="00385E73"/>
    <w:rsid w:val="00387050"/>
    <w:rsid w:val="003B2062"/>
    <w:rsid w:val="003B6951"/>
    <w:rsid w:val="003C12AE"/>
    <w:rsid w:val="003C225C"/>
    <w:rsid w:val="003C4007"/>
    <w:rsid w:val="003C4D7A"/>
    <w:rsid w:val="003C4E80"/>
    <w:rsid w:val="003D3B56"/>
    <w:rsid w:val="003D4B31"/>
    <w:rsid w:val="003D748F"/>
    <w:rsid w:val="003D7AE7"/>
    <w:rsid w:val="003E3A4D"/>
    <w:rsid w:val="003E672B"/>
    <w:rsid w:val="003F3DD7"/>
    <w:rsid w:val="003F45C1"/>
    <w:rsid w:val="003F6340"/>
    <w:rsid w:val="00400103"/>
    <w:rsid w:val="00402B59"/>
    <w:rsid w:val="004071A7"/>
    <w:rsid w:val="0041087A"/>
    <w:rsid w:val="00411856"/>
    <w:rsid w:val="0041536A"/>
    <w:rsid w:val="0041799E"/>
    <w:rsid w:val="004209AD"/>
    <w:rsid w:val="00430132"/>
    <w:rsid w:val="004365A5"/>
    <w:rsid w:val="00437FCD"/>
    <w:rsid w:val="00442DA6"/>
    <w:rsid w:val="004434A6"/>
    <w:rsid w:val="00447124"/>
    <w:rsid w:val="0045522C"/>
    <w:rsid w:val="004579E9"/>
    <w:rsid w:val="00461BC8"/>
    <w:rsid w:val="00461F8A"/>
    <w:rsid w:val="0046321A"/>
    <w:rsid w:val="0046425B"/>
    <w:rsid w:val="00467EFF"/>
    <w:rsid w:val="00472242"/>
    <w:rsid w:val="004733C3"/>
    <w:rsid w:val="0049311E"/>
    <w:rsid w:val="0049588E"/>
    <w:rsid w:val="004A0643"/>
    <w:rsid w:val="004B077F"/>
    <w:rsid w:val="004B0FC5"/>
    <w:rsid w:val="004B5AE3"/>
    <w:rsid w:val="004C38E4"/>
    <w:rsid w:val="004D0D12"/>
    <w:rsid w:val="004D0E2C"/>
    <w:rsid w:val="004D3252"/>
    <w:rsid w:val="004D420C"/>
    <w:rsid w:val="004D5630"/>
    <w:rsid w:val="004D7A35"/>
    <w:rsid w:val="004F317D"/>
    <w:rsid w:val="004F3C22"/>
    <w:rsid w:val="004F5F44"/>
    <w:rsid w:val="0050002D"/>
    <w:rsid w:val="00503E04"/>
    <w:rsid w:val="00520A94"/>
    <w:rsid w:val="00530F70"/>
    <w:rsid w:val="005376DB"/>
    <w:rsid w:val="00544A3E"/>
    <w:rsid w:val="00546129"/>
    <w:rsid w:val="00556C65"/>
    <w:rsid w:val="005639EA"/>
    <w:rsid w:val="005646CC"/>
    <w:rsid w:val="005720CD"/>
    <w:rsid w:val="005728C2"/>
    <w:rsid w:val="005749CB"/>
    <w:rsid w:val="00580053"/>
    <w:rsid w:val="005856FA"/>
    <w:rsid w:val="00585C48"/>
    <w:rsid w:val="0058645D"/>
    <w:rsid w:val="00594777"/>
    <w:rsid w:val="0059753A"/>
    <w:rsid w:val="005A75C0"/>
    <w:rsid w:val="005B4C64"/>
    <w:rsid w:val="005B76DF"/>
    <w:rsid w:val="005C0086"/>
    <w:rsid w:val="005C5D0D"/>
    <w:rsid w:val="005D0822"/>
    <w:rsid w:val="005D455B"/>
    <w:rsid w:val="005D4905"/>
    <w:rsid w:val="005E0021"/>
    <w:rsid w:val="005E195E"/>
    <w:rsid w:val="005E563F"/>
    <w:rsid w:val="005F0177"/>
    <w:rsid w:val="005F2809"/>
    <w:rsid w:val="005F71A0"/>
    <w:rsid w:val="005F7825"/>
    <w:rsid w:val="00601456"/>
    <w:rsid w:val="0061438E"/>
    <w:rsid w:val="00616D30"/>
    <w:rsid w:val="00620277"/>
    <w:rsid w:val="00627516"/>
    <w:rsid w:val="00630456"/>
    <w:rsid w:val="00631369"/>
    <w:rsid w:val="00631468"/>
    <w:rsid w:val="00637063"/>
    <w:rsid w:val="006370C8"/>
    <w:rsid w:val="00641FA4"/>
    <w:rsid w:val="00646E0C"/>
    <w:rsid w:val="00657918"/>
    <w:rsid w:val="00661FCD"/>
    <w:rsid w:val="0066359C"/>
    <w:rsid w:val="0067257F"/>
    <w:rsid w:val="006774B5"/>
    <w:rsid w:val="00682364"/>
    <w:rsid w:val="00682C6D"/>
    <w:rsid w:val="00687AC6"/>
    <w:rsid w:val="00687CDC"/>
    <w:rsid w:val="006907BA"/>
    <w:rsid w:val="00694B45"/>
    <w:rsid w:val="006A3EC3"/>
    <w:rsid w:val="006B3B23"/>
    <w:rsid w:val="006C0A5A"/>
    <w:rsid w:val="006C2F8B"/>
    <w:rsid w:val="006C375D"/>
    <w:rsid w:val="006C6EA7"/>
    <w:rsid w:val="006D0514"/>
    <w:rsid w:val="006E5727"/>
    <w:rsid w:val="0070561A"/>
    <w:rsid w:val="00712459"/>
    <w:rsid w:val="0072222E"/>
    <w:rsid w:val="007242A2"/>
    <w:rsid w:val="00730E5E"/>
    <w:rsid w:val="0073409D"/>
    <w:rsid w:val="007348D2"/>
    <w:rsid w:val="007355DF"/>
    <w:rsid w:val="00747D6B"/>
    <w:rsid w:val="0075577D"/>
    <w:rsid w:val="007600E5"/>
    <w:rsid w:val="00760F92"/>
    <w:rsid w:val="007663EA"/>
    <w:rsid w:val="00787704"/>
    <w:rsid w:val="00793358"/>
    <w:rsid w:val="00795B97"/>
    <w:rsid w:val="007963E7"/>
    <w:rsid w:val="007A0600"/>
    <w:rsid w:val="007A574B"/>
    <w:rsid w:val="007B4F6E"/>
    <w:rsid w:val="007B6FA2"/>
    <w:rsid w:val="007C5CB4"/>
    <w:rsid w:val="007C7B9A"/>
    <w:rsid w:val="007D3AB6"/>
    <w:rsid w:val="007D7C54"/>
    <w:rsid w:val="007E15CA"/>
    <w:rsid w:val="007E205D"/>
    <w:rsid w:val="007E3354"/>
    <w:rsid w:val="007E773E"/>
    <w:rsid w:val="007F0F66"/>
    <w:rsid w:val="007F4B16"/>
    <w:rsid w:val="008006C1"/>
    <w:rsid w:val="008018B4"/>
    <w:rsid w:val="008043C3"/>
    <w:rsid w:val="00805156"/>
    <w:rsid w:val="00807EAB"/>
    <w:rsid w:val="00811A38"/>
    <w:rsid w:val="008128E4"/>
    <w:rsid w:val="00813073"/>
    <w:rsid w:val="008136B1"/>
    <w:rsid w:val="00816234"/>
    <w:rsid w:val="00816E91"/>
    <w:rsid w:val="00822145"/>
    <w:rsid w:val="00823BCE"/>
    <w:rsid w:val="00826BB6"/>
    <w:rsid w:val="00830AA2"/>
    <w:rsid w:val="008341D7"/>
    <w:rsid w:val="00835644"/>
    <w:rsid w:val="00835E56"/>
    <w:rsid w:val="008406F5"/>
    <w:rsid w:val="0085094B"/>
    <w:rsid w:val="00855041"/>
    <w:rsid w:val="0085700A"/>
    <w:rsid w:val="00862506"/>
    <w:rsid w:val="00863AE9"/>
    <w:rsid w:val="008761C0"/>
    <w:rsid w:val="00877885"/>
    <w:rsid w:val="00896A3C"/>
    <w:rsid w:val="00897585"/>
    <w:rsid w:val="008C3061"/>
    <w:rsid w:val="008C4FB3"/>
    <w:rsid w:val="008C6E5F"/>
    <w:rsid w:val="008E0DEE"/>
    <w:rsid w:val="008E2E90"/>
    <w:rsid w:val="008E5A7F"/>
    <w:rsid w:val="008E611A"/>
    <w:rsid w:val="008F01BF"/>
    <w:rsid w:val="008F14EF"/>
    <w:rsid w:val="008F169E"/>
    <w:rsid w:val="008F3BA0"/>
    <w:rsid w:val="009000B1"/>
    <w:rsid w:val="00911876"/>
    <w:rsid w:val="00914639"/>
    <w:rsid w:val="00920FAF"/>
    <w:rsid w:val="00925772"/>
    <w:rsid w:val="009306C9"/>
    <w:rsid w:val="0093127C"/>
    <w:rsid w:val="00943144"/>
    <w:rsid w:val="00956A9E"/>
    <w:rsid w:val="0095768A"/>
    <w:rsid w:val="009625C2"/>
    <w:rsid w:val="009653A2"/>
    <w:rsid w:val="009752DD"/>
    <w:rsid w:val="00985B4A"/>
    <w:rsid w:val="00995112"/>
    <w:rsid w:val="009956B4"/>
    <w:rsid w:val="009A1358"/>
    <w:rsid w:val="009B4023"/>
    <w:rsid w:val="009C2C7F"/>
    <w:rsid w:val="009C4F5D"/>
    <w:rsid w:val="009C7138"/>
    <w:rsid w:val="009C7A6B"/>
    <w:rsid w:val="009D5FE5"/>
    <w:rsid w:val="009E0DF0"/>
    <w:rsid w:val="009F51FC"/>
    <w:rsid w:val="009F768C"/>
    <w:rsid w:val="00A01A5C"/>
    <w:rsid w:val="00A06129"/>
    <w:rsid w:val="00A06614"/>
    <w:rsid w:val="00A148A6"/>
    <w:rsid w:val="00A155BB"/>
    <w:rsid w:val="00A17FE5"/>
    <w:rsid w:val="00A24CE0"/>
    <w:rsid w:val="00A27558"/>
    <w:rsid w:val="00A43488"/>
    <w:rsid w:val="00A4506F"/>
    <w:rsid w:val="00A534F9"/>
    <w:rsid w:val="00A607B2"/>
    <w:rsid w:val="00A64623"/>
    <w:rsid w:val="00A721D6"/>
    <w:rsid w:val="00A7498B"/>
    <w:rsid w:val="00A9191C"/>
    <w:rsid w:val="00AA3B9B"/>
    <w:rsid w:val="00AA511C"/>
    <w:rsid w:val="00AA6203"/>
    <w:rsid w:val="00AA6510"/>
    <w:rsid w:val="00AB4EC2"/>
    <w:rsid w:val="00AC0970"/>
    <w:rsid w:val="00AC24B0"/>
    <w:rsid w:val="00AC7529"/>
    <w:rsid w:val="00AC7FA5"/>
    <w:rsid w:val="00AF0D36"/>
    <w:rsid w:val="00AF10B8"/>
    <w:rsid w:val="00AF134B"/>
    <w:rsid w:val="00AF3745"/>
    <w:rsid w:val="00AF3A39"/>
    <w:rsid w:val="00AF4E03"/>
    <w:rsid w:val="00AF54E8"/>
    <w:rsid w:val="00B05999"/>
    <w:rsid w:val="00B14D55"/>
    <w:rsid w:val="00B15764"/>
    <w:rsid w:val="00B23F46"/>
    <w:rsid w:val="00B24DB2"/>
    <w:rsid w:val="00B25014"/>
    <w:rsid w:val="00B27970"/>
    <w:rsid w:val="00B353D0"/>
    <w:rsid w:val="00B423D6"/>
    <w:rsid w:val="00B51C12"/>
    <w:rsid w:val="00B52874"/>
    <w:rsid w:val="00B5296A"/>
    <w:rsid w:val="00B54F11"/>
    <w:rsid w:val="00B70E86"/>
    <w:rsid w:val="00B71DB4"/>
    <w:rsid w:val="00B862A9"/>
    <w:rsid w:val="00B86AB7"/>
    <w:rsid w:val="00B964F9"/>
    <w:rsid w:val="00B971CF"/>
    <w:rsid w:val="00BB2C61"/>
    <w:rsid w:val="00BB2F5E"/>
    <w:rsid w:val="00BB3BA4"/>
    <w:rsid w:val="00BC303C"/>
    <w:rsid w:val="00BC4DC4"/>
    <w:rsid w:val="00BC5C81"/>
    <w:rsid w:val="00BD62C5"/>
    <w:rsid w:val="00BE2DB6"/>
    <w:rsid w:val="00BE3070"/>
    <w:rsid w:val="00BE4C4D"/>
    <w:rsid w:val="00C00E05"/>
    <w:rsid w:val="00C04BA5"/>
    <w:rsid w:val="00C14015"/>
    <w:rsid w:val="00C14B6D"/>
    <w:rsid w:val="00C27E10"/>
    <w:rsid w:val="00C441A5"/>
    <w:rsid w:val="00C44631"/>
    <w:rsid w:val="00C64B08"/>
    <w:rsid w:val="00C669CC"/>
    <w:rsid w:val="00C72C10"/>
    <w:rsid w:val="00C823CF"/>
    <w:rsid w:val="00CA3390"/>
    <w:rsid w:val="00CA56BA"/>
    <w:rsid w:val="00CA7089"/>
    <w:rsid w:val="00CA78BC"/>
    <w:rsid w:val="00CB0C2B"/>
    <w:rsid w:val="00CB1636"/>
    <w:rsid w:val="00CB517B"/>
    <w:rsid w:val="00CC4F8E"/>
    <w:rsid w:val="00CC54AC"/>
    <w:rsid w:val="00CD0FF9"/>
    <w:rsid w:val="00CD1CB2"/>
    <w:rsid w:val="00CD37C1"/>
    <w:rsid w:val="00CE0B61"/>
    <w:rsid w:val="00CE6C11"/>
    <w:rsid w:val="00CF578E"/>
    <w:rsid w:val="00D0262E"/>
    <w:rsid w:val="00D04E90"/>
    <w:rsid w:val="00D11432"/>
    <w:rsid w:val="00D145F2"/>
    <w:rsid w:val="00D2261D"/>
    <w:rsid w:val="00D34CFF"/>
    <w:rsid w:val="00D414FA"/>
    <w:rsid w:val="00D418DC"/>
    <w:rsid w:val="00D420BF"/>
    <w:rsid w:val="00D44065"/>
    <w:rsid w:val="00D46536"/>
    <w:rsid w:val="00D55875"/>
    <w:rsid w:val="00D55951"/>
    <w:rsid w:val="00D65262"/>
    <w:rsid w:val="00D656FB"/>
    <w:rsid w:val="00D7284D"/>
    <w:rsid w:val="00D730E1"/>
    <w:rsid w:val="00D76DC7"/>
    <w:rsid w:val="00D9012F"/>
    <w:rsid w:val="00D932F5"/>
    <w:rsid w:val="00D935B3"/>
    <w:rsid w:val="00D94016"/>
    <w:rsid w:val="00D94DEE"/>
    <w:rsid w:val="00D96FC4"/>
    <w:rsid w:val="00DA5DFD"/>
    <w:rsid w:val="00DB0882"/>
    <w:rsid w:val="00DB102B"/>
    <w:rsid w:val="00DB4F12"/>
    <w:rsid w:val="00DC4086"/>
    <w:rsid w:val="00DC4713"/>
    <w:rsid w:val="00DC632B"/>
    <w:rsid w:val="00DD542B"/>
    <w:rsid w:val="00DD627B"/>
    <w:rsid w:val="00DD67E4"/>
    <w:rsid w:val="00DE0835"/>
    <w:rsid w:val="00DE4A54"/>
    <w:rsid w:val="00DE5F9B"/>
    <w:rsid w:val="00DE7A25"/>
    <w:rsid w:val="00DF1FCD"/>
    <w:rsid w:val="00DF3D7A"/>
    <w:rsid w:val="00E0006A"/>
    <w:rsid w:val="00E07E86"/>
    <w:rsid w:val="00E11BF4"/>
    <w:rsid w:val="00E21667"/>
    <w:rsid w:val="00E248CC"/>
    <w:rsid w:val="00E24D36"/>
    <w:rsid w:val="00E272A7"/>
    <w:rsid w:val="00E32741"/>
    <w:rsid w:val="00E342F6"/>
    <w:rsid w:val="00E368F3"/>
    <w:rsid w:val="00E4256E"/>
    <w:rsid w:val="00E425BC"/>
    <w:rsid w:val="00E43DD8"/>
    <w:rsid w:val="00E4590B"/>
    <w:rsid w:val="00E52A23"/>
    <w:rsid w:val="00E631E7"/>
    <w:rsid w:val="00E6648C"/>
    <w:rsid w:val="00E71BF6"/>
    <w:rsid w:val="00E7205A"/>
    <w:rsid w:val="00E75647"/>
    <w:rsid w:val="00E75960"/>
    <w:rsid w:val="00E80D25"/>
    <w:rsid w:val="00E80F18"/>
    <w:rsid w:val="00E858BB"/>
    <w:rsid w:val="00E91438"/>
    <w:rsid w:val="00EA1343"/>
    <w:rsid w:val="00EA163B"/>
    <w:rsid w:val="00EA2E95"/>
    <w:rsid w:val="00EA35F1"/>
    <w:rsid w:val="00EA4ADA"/>
    <w:rsid w:val="00EA7DFA"/>
    <w:rsid w:val="00EB0AEB"/>
    <w:rsid w:val="00EB20FA"/>
    <w:rsid w:val="00EB504E"/>
    <w:rsid w:val="00EC31D8"/>
    <w:rsid w:val="00EC465B"/>
    <w:rsid w:val="00EC4D16"/>
    <w:rsid w:val="00EC7C2E"/>
    <w:rsid w:val="00ED0D19"/>
    <w:rsid w:val="00ED1F58"/>
    <w:rsid w:val="00ED24A8"/>
    <w:rsid w:val="00ED2C17"/>
    <w:rsid w:val="00ED2F16"/>
    <w:rsid w:val="00ED55C4"/>
    <w:rsid w:val="00EE02C9"/>
    <w:rsid w:val="00EE3C09"/>
    <w:rsid w:val="00EE3F97"/>
    <w:rsid w:val="00EE6601"/>
    <w:rsid w:val="00EF43A2"/>
    <w:rsid w:val="00EF74FC"/>
    <w:rsid w:val="00F14109"/>
    <w:rsid w:val="00F23BD6"/>
    <w:rsid w:val="00F24CED"/>
    <w:rsid w:val="00F2671F"/>
    <w:rsid w:val="00F274A3"/>
    <w:rsid w:val="00F42577"/>
    <w:rsid w:val="00F42698"/>
    <w:rsid w:val="00F43340"/>
    <w:rsid w:val="00F43AF9"/>
    <w:rsid w:val="00F461A8"/>
    <w:rsid w:val="00F47AF7"/>
    <w:rsid w:val="00F545C5"/>
    <w:rsid w:val="00F55EA0"/>
    <w:rsid w:val="00F70E6B"/>
    <w:rsid w:val="00F71DCE"/>
    <w:rsid w:val="00F75292"/>
    <w:rsid w:val="00F93EE5"/>
    <w:rsid w:val="00F9735F"/>
    <w:rsid w:val="00FA2047"/>
    <w:rsid w:val="00FB0390"/>
    <w:rsid w:val="00FB4C20"/>
    <w:rsid w:val="00FB5C00"/>
    <w:rsid w:val="00FC10D0"/>
    <w:rsid w:val="00FC3027"/>
    <w:rsid w:val="00FC37F4"/>
    <w:rsid w:val="00FC3C6E"/>
    <w:rsid w:val="00FC40E3"/>
    <w:rsid w:val="00FC4D24"/>
    <w:rsid w:val="00FC4D53"/>
    <w:rsid w:val="00FD12B7"/>
    <w:rsid w:val="00FD44AD"/>
    <w:rsid w:val="00FE262A"/>
    <w:rsid w:val="00FE32BD"/>
    <w:rsid w:val="00FE4C66"/>
    <w:rsid w:val="00FF06B7"/>
    <w:rsid w:val="00FF2D6E"/>
    <w:rsid w:val="00FF6BDA"/>
    <w:rsid w:val="00FF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AA2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682C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2C6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682C6D"/>
  </w:style>
  <w:style w:type="character" w:styleId="Hyperlink">
    <w:name w:val="Hyperlink"/>
    <w:basedOn w:val="DefaultParagraphFont"/>
    <w:uiPriority w:val="99"/>
    <w:unhideWhenUsed/>
    <w:rsid w:val="00682C6D"/>
    <w:rPr>
      <w:color w:val="0000FF"/>
      <w:u w:val="single"/>
    </w:rPr>
  </w:style>
  <w:style w:type="table" w:styleId="TableGrid">
    <w:name w:val="Table Grid"/>
    <w:basedOn w:val="TableNormal"/>
    <w:uiPriority w:val="59"/>
    <w:rsid w:val="00520A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21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66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639EA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471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47124"/>
    <w:rPr>
      <w:rFonts w:ascii="Courier New" w:eastAsia="Times New Roman" w:hAnsi="Courier New" w:cs="Courier New"/>
      <w:sz w:val="20"/>
      <w:szCs w:val="20"/>
    </w:rPr>
  </w:style>
  <w:style w:type="character" w:customStyle="1" w:styleId="start-tag">
    <w:name w:val="start-tag"/>
    <w:basedOn w:val="DefaultParagraphFont"/>
    <w:rsid w:val="00447124"/>
  </w:style>
  <w:style w:type="character" w:customStyle="1" w:styleId="end-tag">
    <w:name w:val="end-tag"/>
    <w:basedOn w:val="DefaultParagraphFont"/>
    <w:rsid w:val="00447124"/>
  </w:style>
  <w:style w:type="paragraph" w:styleId="Header">
    <w:name w:val="header"/>
    <w:basedOn w:val="Normal"/>
    <w:link w:val="HeaderChar"/>
    <w:uiPriority w:val="99"/>
    <w:semiHidden/>
    <w:unhideWhenUsed/>
    <w:rsid w:val="00A24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4CE0"/>
  </w:style>
  <w:style w:type="paragraph" w:styleId="Footer">
    <w:name w:val="footer"/>
    <w:basedOn w:val="Normal"/>
    <w:link w:val="FooterChar"/>
    <w:uiPriority w:val="99"/>
    <w:semiHidden/>
    <w:unhideWhenUsed/>
    <w:rsid w:val="00A24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4CE0"/>
  </w:style>
  <w:style w:type="paragraph" w:styleId="ListParagraph">
    <w:name w:val="List Paragraph"/>
    <w:basedOn w:val="Normal"/>
    <w:uiPriority w:val="34"/>
    <w:qFormat/>
    <w:rsid w:val="009306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8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1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22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7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hyperlink" Target="mailto:jellysoftindia@gmail.com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hyperlink" Target="www.jellysoftindia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yperlink" Target="www.jellysoft.ind.in" TargetMode="External"/><Relationship Id="rId36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www.jellysoft.in" TargetMode="External"/><Relationship Id="rId30" Type="http://schemas.openxmlformats.org/officeDocument/2006/relationships/hyperlink" Target="www.jellysms.in" TargetMode="External"/><Relationship Id="rId35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roposals\Theni%20packers%20and%20movers%20-Theni-Static%20website-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Theni packers and movers -Theni-Static website-010</Template>
  <TotalTime>12</TotalTime>
  <Pages>5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Links>
    <vt:vector size="30" baseType="variant">
      <vt:variant>
        <vt:i4>589905</vt:i4>
      </vt:variant>
      <vt:variant>
        <vt:i4>12</vt:i4>
      </vt:variant>
      <vt:variant>
        <vt:i4>0</vt:i4>
      </vt:variant>
      <vt:variant>
        <vt:i4>5</vt:i4>
      </vt:variant>
      <vt:variant>
        <vt:lpwstr>C:\Users\welcome\Desktop\www.jellysms.in</vt:lpwstr>
      </vt:variant>
      <vt:variant>
        <vt:lpwstr/>
      </vt:variant>
      <vt:variant>
        <vt:i4>7929890</vt:i4>
      </vt:variant>
      <vt:variant>
        <vt:i4>9</vt:i4>
      </vt:variant>
      <vt:variant>
        <vt:i4>0</vt:i4>
      </vt:variant>
      <vt:variant>
        <vt:i4>5</vt:i4>
      </vt:variant>
      <vt:variant>
        <vt:lpwstr>C:\Users\welcome\Desktop\www.jellysoftindia.com</vt:lpwstr>
      </vt:variant>
      <vt:variant>
        <vt:lpwstr/>
      </vt:variant>
      <vt:variant>
        <vt:i4>5963843</vt:i4>
      </vt:variant>
      <vt:variant>
        <vt:i4>6</vt:i4>
      </vt:variant>
      <vt:variant>
        <vt:i4>0</vt:i4>
      </vt:variant>
      <vt:variant>
        <vt:i4>5</vt:i4>
      </vt:variant>
      <vt:variant>
        <vt:lpwstr>C:\Users\welcome\Desktop\www.jellysoft.ind.in</vt:lpwstr>
      </vt:variant>
      <vt:variant>
        <vt:lpwstr/>
      </vt:variant>
      <vt:variant>
        <vt:i4>5636099</vt:i4>
      </vt:variant>
      <vt:variant>
        <vt:i4>3</vt:i4>
      </vt:variant>
      <vt:variant>
        <vt:i4>0</vt:i4>
      </vt:variant>
      <vt:variant>
        <vt:i4>5</vt:i4>
      </vt:variant>
      <vt:variant>
        <vt:lpwstr>C:\Users\welcome\Desktop\www.jellysoft.in</vt:lpwstr>
      </vt:variant>
      <vt:variant>
        <vt:lpwstr/>
      </vt:variant>
      <vt:variant>
        <vt:i4>262195</vt:i4>
      </vt:variant>
      <vt:variant>
        <vt:i4>0</vt:i4>
      </vt:variant>
      <vt:variant>
        <vt:i4>0</vt:i4>
      </vt:variant>
      <vt:variant>
        <vt:i4>5</vt:i4>
      </vt:variant>
      <vt:variant>
        <vt:lpwstr>mailto:jellysoftindia@gmail.com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6</cp:revision>
  <cp:lastPrinted>2021-10-14T07:28:00Z</cp:lastPrinted>
  <dcterms:created xsi:type="dcterms:W3CDTF">2021-10-14T07:28:00Z</dcterms:created>
  <dcterms:modified xsi:type="dcterms:W3CDTF">2021-10-14T07:38:00Z</dcterms:modified>
</cp:coreProperties>
</file>